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C949F4" w:rsidRPr="00B0544D" w14:paraId="117DA4B3" w14:textId="77777777" w:rsidTr="002B3A3C">
        <w:tc>
          <w:tcPr>
            <w:tcW w:w="1311" w:type="dxa"/>
          </w:tcPr>
          <w:p w14:paraId="0549FBEA" w14:textId="77777777" w:rsidR="00C949F4" w:rsidRPr="00572F5E" w:rsidRDefault="00C949F4" w:rsidP="002B3A3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0251E627" w14:textId="77777777" w:rsidR="00C949F4" w:rsidRPr="00572F5E" w:rsidRDefault="00C949F4" w:rsidP="002B3A3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1AF704BE" w14:textId="77777777" w:rsidR="00C949F4" w:rsidRPr="00572F5E" w:rsidRDefault="00C949F4" w:rsidP="007E50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949F4" w:rsidRPr="009146AD" w14:paraId="3881A01D" w14:textId="77777777" w:rsidTr="002B3A3C">
        <w:tc>
          <w:tcPr>
            <w:tcW w:w="1311" w:type="dxa"/>
          </w:tcPr>
          <w:p w14:paraId="1C242FEF" w14:textId="77777777" w:rsidR="00C949F4" w:rsidRPr="00572F5E" w:rsidRDefault="00C949F4" w:rsidP="002B3A3C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334FB38D" w14:textId="495E0E0C" w:rsidR="00C949F4" w:rsidRPr="00862E64" w:rsidRDefault="00C949F4" w:rsidP="002B3A3C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572F5E">
              <w:rPr>
                <w:rFonts w:ascii="Poppins" w:hAnsi="Poppins" w:cs="Poppins"/>
                <w:color w:val="000000" w:themeColor="text1"/>
                <w:sz w:val="20"/>
              </w:rPr>
              <w:t xml:space="preserve">Pannello isolante Standard Combi </w:t>
            </w:r>
            <w:proofErr w:type="spellStart"/>
            <w:r w:rsidRPr="00572F5E">
              <w:rPr>
                <w:rFonts w:ascii="Poppins" w:hAnsi="Poppins" w:cs="Poppins"/>
                <w:color w:val="000000" w:themeColor="text1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color w:val="000000" w:themeColor="text1"/>
                <w:sz w:val="20"/>
              </w:rPr>
              <w:t xml:space="preserve"> con grafite </w:t>
            </w:r>
            <w:r w:rsidR="00C839F6">
              <w:rPr>
                <w:rFonts w:ascii="Poppins" w:hAnsi="Poppins" w:cs="Poppins"/>
                <w:color w:val="000000" w:themeColor="text1"/>
                <w:sz w:val="20"/>
              </w:rPr>
              <w:t xml:space="preserve">e </w:t>
            </w:r>
            <w:r w:rsidR="00C839F6" w:rsidRPr="00C839F6">
              <w:rPr>
                <w:rFonts w:ascii="Poppins" w:hAnsi="Poppins" w:cs="Poppins"/>
                <w:color w:val="000000" w:themeColor="text1"/>
                <w:sz w:val="20"/>
              </w:rPr>
              <w:t xml:space="preserve">Standard Combi </w:t>
            </w:r>
            <w:proofErr w:type="spellStart"/>
            <w:r w:rsidR="00C839F6" w:rsidRPr="00C839F6">
              <w:rPr>
                <w:rFonts w:ascii="Poppins" w:hAnsi="Poppins" w:cs="Poppins"/>
                <w:color w:val="000000" w:themeColor="text1"/>
                <w:sz w:val="20"/>
              </w:rPr>
              <w:t>Floor</w:t>
            </w:r>
            <w:proofErr w:type="spellEnd"/>
            <w:r w:rsidR="00C839F6" w:rsidRPr="00C839F6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r w:rsidR="00C839F6">
              <w:rPr>
                <w:rFonts w:ascii="Poppins" w:hAnsi="Poppins" w:cs="Poppins"/>
                <w:color w:val="000000" w:themeColor="text1"/>
                <w:sz w:val="20"/>
              </w:rPr>
              <w:t xml:space="preserve">S </w:t>
            </w:r>
            <w:r w:rsidR="00C839F6" w:rsidRPr="00C839F6">
              <w:rPr>
                <w:rFonts w:ascii="Poppins" w:hAnsi="Poppins" w:cs="Poppins"/>
                <w:color w:val="000000" w:themeColor="text1"/>
                <w:sz w:val="20"/>
              </w:rPr>
              <w:t>con grafite</w:t>
            </w:r>
            <w:r w:rsidR="00C839F6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color w:val="00B050"/>
                <w:sz w:val="20"/>
              </w:rPr>
              <w:t>H10</w:t>
            </w:r>
            <w:r w:rsidRPr="00572F5E">
              <w:rPr>
                <w:rFonts w:ascii="Poppins" w:hAnsi="Poppins" w:cs="Poppins"/>
                <w:sz w:val="20"/>
              </w:rPr>
              <w:t xml:space="preserve"> / </w:t>
            </w:r>
            <w:r w:rsidRPr="00572F5E">
              <w:rPr>
                <w:rFonts w:ascii="Poppins" w:hAnsi="Poppins" w:cs="Poppins"/>
                <w:color w:val="FF0000"/>
                <w:sz w:val="20"/>
              </w:rPr>
              <w:t>H</w:t>
            </w:r>
            <w:r>
              <w:rPr>
                <w:rFonts w:ascii="Poppins" w:hAnsi="Poppins" w:cs="Poppins"/>
                <w:color w:val="FF0000"/>
                <w:sz w:val="20"/>
              </w:rPr>
              <w:t>23</w:t>
            </w:r>
            <w:r w:rsidRPr="00572F5E">
              <w:rPr>
                <w:rFonts w:ascii="Poppins" w:hAnsi="Poppins" w:cs="Poppins"/>
                <w:sz w:val="20"/>
              </w:rPr>
              <w:t xml:space="preserve"> / </w:t>
            </w:r>
            <w:r w:rsidRPr="00572F5E">
              <w:rPr>
                <w:rFonts w:ascii="Poppins" w:hAnsi="Poppins" w:cs="Poppins"/>
                <w:color w:val="0070C0"/>
                <w:sz w:val="20"/>
              </w:rPr>
              <w:t>H3</w:t>
            </w:r>
            <w:r>
              <w:rPr>
                <w:rFonts w:ascii="Poppins" w:hAnsi="Poppins" w:cs="Poppins"/>
                <w:color w:val="0070C0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</w:rPr>
              <w:t xml:space="preserve">/ </w:t>
            </w:r>
            <w:r w:rsidRPr="00B15910">
              <w:rPr>
                <w:rFonts w:ascii="Poppins" w:hAnsi="Poppins" w:cs="Poppins"/>
                <w:color w:val="C45911" w:themeColor="accent2" w:themeShade="BF"/>
                <w:sz w:val="20"/>
              </w:rPr>
              <w:t>H4</w:t>
            </w:r>
            <w:r>
              <w:rPr>
                <w:rFonts w:ascii="Poppins" w:hAnsi="Poppins" w:cs="Poppins"/>
                <w:color w:val="C45911" w:themeColor="accent2" w:themeShade="BF"/>
                <w:sz w:val="20"/>
              </w:rPr>
              <w:t>5</w:t>
            </w:r>
            <w:r w:rsidRPr="00B15910">
              <w:rPr>
                <w:rFonts w:ascii="Poppins" w:hAnsi="Poppins" w:cs="Poppins"/>
                <w:color w:val="C45911" w:themeColor="accent2" w:themeShade="BF"/>
                <w:sz w:val="20"/>
              </w:rPr>
              <w:t xml:space="preserve"> </w:t>
            </w:r>
            <w:r w:rsidRPr="00B15910">
              <w:rPr>
                <w:rFonts w:ascii="Poppins" w:hAnsi="Poppins" w:cs="Poppins"/>
                <w:sz w:val="20"/>
              </w:rPr>
              <w:t xml:space="preserve">/ </w:t>
            </w:r>
            <w:r w:rsidRPr="00B15910">
              <w:rPr>
                <w:rFonts w:ascii="Poppins" w:hAnsi="Poppins" w:cs="Poppins"/>
                <w:color w:val="002060"/>
                <w:sz w:val="20"/>
              </w:rPr>
              <w:t>H</w:t>
            </w:r>
            <w:r>
              <w:rPr>
                <w:rFonts w:ascii="Poppins" w:hAnsi="Poppins" w:cs="Poppins"/>
                <w:color w:val="002060"/>
                <w:sz w:val="20"/>
              </w:rPr>
              <w:t>6</w:t>
            </w:r>
            <w:r w:rsidRPr="00B15910">
              <w:rPr>
                <w:rFonts w:ascii="Poppins" w:hAnsi="Poppins" w:cs="Poppins"/>
                <w:color w:val="002060"/>
                <w:sz w:val="20"/>
              </w:rPr>
              <w:t xml:space="preserve">0 </w:t>
            </w:r>
            <w:r w:rsidRPr="00B15910">
              <w:rPr>
                <w:rFonts w:ascii="Poppins" w:hAnsi="Poppins" w:cs="Poppins"/>
                <w:sz w:val="20"/>
              </w:rPr>
              <w:t xml:space="preserve">con tubazione </w:t>
            </w:r>
            <w:proofErr w:type="spellStart"/>
            <w:r w:rsidRPr="00B15910">
              <w:rPr>
                <w:rFonts w:ascii="Poppins" w:hAnsi="Poppins" w:cs="Poppins"/>
                <w:color w:val="00B050"/>
                <w:sz w:val="20"/>
              </w:rPr>
              <w:t>Alpert</w:t>
            </w:r>
            <w:proofErr w:type="spellEnd"/>
            <w:r w:rsidRPr="00B15910">
              <w:rPr>
                <w:rFonts w:ascii="Poppins" w:hAnsi="Poppins" w:cs="Poppins"/>
                <w:color w:val="00B050"/>
                <w:sz w:val="20"/>
              </w:rPr>
              <w:t xml:space="preserve"> 16x2</w:t>
            </w:r>
            <w:r w:rsidRPr="00B15910">
              <w:rPr>
                <w:rFonts w:ascii="Poppins" w:hAnsi="Poppins" w:cs="Poppins"/>
                <w:sz w:val="20"/>
              </w:rPr>
              <w:t xml:space="preserve"> / </w:t>
            </w:r>
            <w:r w:rsidRPr="00B15910">
              <w:rPr>
                <w:rFonts w:ascii="Poppins" w:hAnsi="Poppins" w:cs="Poppins"/>
                <w:color w:val="FF0000"/>
                <w:sz w:val="20"/>
              </w:rPr>
              <w:t>PE</w:t>
            </w:r>
            <w:r w:rsidR="007E50B8">
              <w:rPr>
                <w:rFonts w:ascii="Poppins" w:hAnsi="Poppins" w:cs="Poppins"/>
                <w:color w:val="FF0000"/>
                <w:sz w:val="20"/>
              </w:rPr>
              <w:t>-</w:t>
            </w:r>
            <w:proofErr w:type="spellStart"/>
            <w:r w:rsidRPr="00B15910">
              <w:rPr>
                <w:rFonts w:ascii="Poppins" w:hAnsi="Poppins" w:cs="Poppins"/>
                <w:color w:val="FF0000"/>
                <w:sz w:val="20"/>
              </w:rPr>
              <w:t>Xa</w:t>
            </w:r>
            <w:proofErr w:type="spellEnd"/>
            <w:r w:rsidRPr="00B15910">
              <w:rPr>
                <w:rFonts w:ascii="Poppins" w:hAnsi="Poppins" w:cs="Poppins"/>
                <w:color w:val="FF0000"/>
                <w:sz w:val="20"/>
              </w:rPr>
              <w:t xml:space="preserve"> 17x2 </w:t>
            </w:r>
            <w:r w:rsidRPr="00B15910">
              <w:rPr>
                <w:rFonts w:ascii="Poppins" w:hAnsi="Poppins" w:cs="Poppins"/>
                <w:color w:val="000000" w:themeColor="text1"/>
                <w:sz w:val="20"/>
              </w:rPr>
              <w:t>/</w:t>
            </w:r>
            <w:r w:rsidRPr="00572F5E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color w:val="0070C0"/>
                <w:sz w:val="20"/>
              </w:rPr>
              <w:t>PE</w:t>
            </w:r>
            <w:r w:rsidR="007E50B8">
              <w:rPr>
                <w:rFonts w:ascii="Poppins" w:hAnsi="Poppins" w:cs="Poppins"/>
                <w:color w:val="0070C0"/>
                <w:sz w:val="20"/>
              </w:rPr>
              <w:t>-</w:t>
            </w:r>
            <w:proofErr w:type="spellStart"/>
            <w:r w:rsidRPr="00572F5E">
              <w:rPr>
                <w:rFonts w:ascii="Poppins" w:hAnsi="Poppins" w:cs="Poppins"/>
                <w:color w:val="0070C0"/>
                <w:sz w:val="20"/>
              </w:rPr>
              <w:t>Xc</w:t>
            </w:r>
            <w:proofErr w:type="spellEnd"/>
            <w:r w:rsidRPr="00572F5E">
              <w:rPr>
                <w:rFonts w:ascii="Poppins" w:hAnsi="Poppins" w:cs="Poppins"/>
                <w:color w:val="0070C0"/>
                <w:sz w:val="20"/>
              </w:rPr>
              <w:t xml:space="preserve"> 17x2</w:t>
            </w:r>
            <w:r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862E64">
              <w:rPr>
                <w:rFonts w:ascii="Poppins" w:hAnsi="Poppins" w:cs="Poppins"/>
                <w:sz w:val="20"/>
              </w:rPr>
              <w:t xml:space="preserve">/ </w:t>
            </w:r>
            <w:r w:rsidRPr="00862E64">
              <w:rPr>
                <w:rFonts w:ascii="Poppins" w:hAnsi="Poppins" w:cs="Poppins"/>
                <w:color w:val="FFC000"/>
                <w:sz w:val="20"/>
              </w:rPr>
              <w:t>PE</w:t>
            </w:r>
            <w:r w:rsidR="007E50B8">
              <w:rPr>
                <w:rFonts w:ascii="Poppins" w:hAnsi="Poppins" w:cs="Poppins"/>
                <w:color w:val="FFC000"/>
                <w:sz w:val="20"/>
              </w:rPr>
              <w:t>-</w:t>
            </w:r>
            <w:r w:rsidRPr="00862E64">
              <w:rPr>
                <w:rFonts w:ascii="Poppins" w:hAnsi="Poppins" w:cs="Poppins"/>
                <w:color w:val="FFC000"/>
                <w:sz w:val="20"/>
              </w:rPr>
              <w:t>RT 17</w:t>
            </w:r>
            <w:r>
              <w:rPr>
                <w:rFonts w:ascii="Poppins" w:hAnsi="Poppins" w:cs="Poppins"/>
                <w:color w:val="FFC000"/>
                <w:sz w:val="20"/>
              </w:rPr>
              <w:t>x</w:t>
            </w:r>
            <w:r w:rsidRPr="00862E64">
              <w:rPr>
                <w:rFonts w:ascii="Poppins" w:hAnsi="Poppins" w:cs="Poppins"/>
                <w:color w:val="FFC000"/>
                <w:sz w:val="20"/>
              </w:rPr>
              <w:t>2</w:t>
            </w:r>
          </w:p>
        </w:tc>
        <w:tc>
          <w:tcPr>
            <w:tcW w:w="6101" w:type="dxa"/>
          </w:tcPr>
          <w:p w14:paraId="13A7E5E4" w14:textId="77777777" w:rsidR="00C949F4" w:rsidRPr="00572F5E" w:rsidRDefault="00C949F4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Sistema di riscaldamento/raffrescamento a pavimento che risponde in modo ottimale ai requisiti di massima resistenza e robustezza durante le fasi di installazione. La posa dei tubi è a serpentino.</w:t>
            </w:r>
          </w:p>
          <w:p w14:paraId="2B2B221D" w14:textId="77777777" w:rsidR="00C949F4" w:rsidRPr="00572F5E" w:rsidRDefault="00C949F4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C8748C" w14:textId="77777777" w:rsidR="00C949F4" w:rsidRPr="00572F5E" w:rsidRDefault="00C949F4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Il sistema è costituito da:</w:t>
            </w:r>
          </w:p>
          <w:p w14:paraId="152BF9AD" w14:textId="742B59A2" w:rsidR="00C949F4" w:rsidRPr="00572F5E" w:rsidRDefault="00C949F4" w:rsidP="007E50B8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572F5E">
              <w:rPr>
                <w:rFonts w:ascii="Poppins" w:hAnsi="Poppins" w:cs="Poppins"/>
              </w:rPr>
              <w:t xml:space="preserve">Pannello isolante in polietilene espanso (EPS) stampato </w:t>
            </w:r>
            <w:r w:rsidRPr="00572F5E">
              <w:rPr>
                <w:rFonts w:ascii="Poppins" w:hAnsi="Poppins" w:cs="Poppins"/>
                <w:color w:val="000000" w:themeColor="text1"/>
              </w:rPr>
              <w:t xml:space="preserve">Standard Combi </w:t>
            </w:r>
            <w:proofErr w:type="spellStart"/>
            <w:r w:rsidRPr="00572F5E">
              <w:rPr>
                <w:rFonts w:ascii="Poppins" w:hAnsi="Poppins" w:cs="Poppins"/>
                <w:color w:val="000000" w:themeColor="text1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color w:val="000000" w:themeColor="text1"/>
              </w:rPr>
              <w:t xml:space="preserve"> con grafite</w:t>
            </w:r>
            <w:r w:rsidR="00C839F6">
              <w:t xml:space="preserve"> </w:t>
            </w:r>
            <w:r w:rsidR="00C839F6" w:rsidRPr="00C839F6">
              <w:rPr>
                <w:rFonts w:ascii="Poppins" w:hAnsi="Poppins" w:cs="Poppins"/>
                <w:color w:val="000000" w:themeColor="text1"/>
              </w:rPr>
              <w:t xml:space="preserve">e Standard Combi </w:t>
            </w:r>
            <w:proofErr w:type="spellStart"/>
            <w:r w:rsidR="00C839F6" w:rsidRPr="00C839F6">
              <w:rPr>
                <w:rFonts w:ascii="Poppins" w:hAnsi="Poppins" w:cs="Poppins"/>
                <w:color w:val="000000" w:themeColor="text1"/>
              </w:rPr>
              <w:t>Floor</w:t>
            </w:r>
            <w:proofErr w:type="spellEnd"/>
            <w:r w:rsidR="00C839F6" w:rsidRPr="00C839F6">
              <w:rPr>
                <w:rFonts w:ascii="Poppins" w:hAnsi="Poppins" w:cs="Poppins"/>
                <w:color w:val="000000" w:themeColor="text1"/>
              </w:rPr>
              <w:t xml:space="preserve"> S con grafite</w:t>
            </w:r>
            <w:r w:rsidRPr="00572F5E">
              <w:rPr>
                <w:rFonts w:ascii="Poppins" w:hAnsi="Poppins" w:cs="Poppins"/>
                <w:color w:val="000000" w:themeColor="text1"/>
              </w:rPr>
              <w:t xml:space="preserve"> </w:t>
            </w:r>
            <w:r w:rsidRPr="00572F5E">
              <w:rPr>
                <w:rFonts w:ascii="Poppins" w:hAnsi="Poppins" w:cs="Poppins"/>
                <w:color w:val="00B050"/>
              </w:rPr>
              <w:t>H10</w:t>
            </w:r>
            <w:r w:rsidRPr="00572F5E">
              <w:rPr>
                <w:rFonts w:ascii="Poppins" w:hAnsi="Poppins" w:cs="Poppins"/>
              </w:rPr>
              <w:t xml:space="preserve"> / </w:t>
            </w:r>
            <w:r w:rsidRPr="00572F5E">
              <w:rPr>
                <w:rFonts w:ascii="Poppins" w:hAnsi="Poppins" w:cs="Poppins"/>
                <w:color w:val="FF0000"/>
              </w:rPr>
              <w:t>H</w:t>
            </w:r>
            <w:r>
              <w:rPr>
                <w:rFonts w:ascii="Poppins" w:hAnsi="Poppins" w:cs="Poppins"/>
                <w:color w:val="FF0000"/>
              </w:rPr>
              <w:t>23</w:t>
            </w:r>
            <w:r>
              <w:rPr>
                <w:rFonts w:ascii="Poppins" w:hAnsi="Poppins" w:cs="Poppins"/>
              </w:rPr>
              <w:t xml:space="preserve"> </w:t>
            </w:r>
            <w:r w:rsidRPr="00572F5E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572F5E">
              <w:rPr>
                <w:rFonts w:ascii="Poppins" w:hAnsi="Poppins" w:cs="Poppins"/>
                <w:color w:val="0070C0"/>
              </w:rPr>
              <w:t>H3</w:t>
            </w:r>
            <w:r>
              <w:rPr>
                <w:rFonts w:ascii="Poppins" w:hAnsi="Poppins" w:cs="Poppins"/>
                <w:color w:val="0070C0"/>
              </w:rPr>
              <w:t xml:space="preserve">8 </w:t>
            </w:r>
            <w:r w:rsidRPr="00572F5E">
              <w:rPr>
                <w:rFonts w:ascii="Poppins" w:hAnsi="Poppins" w:cs="Poppins"/>
              </w:rPr>
              <w:t xml:space="preserve">/ </w:t>
            </w:r>
            <w:r w:rsidRPr="00572F5E">
              <w:rPr>
                <w:rFonts w:ascii="Poppins" w:hAnsi="Poppins" w:cs="Poppins"/>
                <w:color w:val="C45911" w:themeColor="accent2" w:themeShade="BF"/>
              </w:rPr>
              <w:t>H4</w:t>
            </w:r>
            <w:r>
              <w:rPr>
                <w:rFonts w:ascii="Poppins" w:hAnsi="Poppins" w:cs="Poppins"/>
                <w:color w:val="C45911" w:themeColor="accent2" w:themeShade="BF"/>
              </w:rPr>
              <w:t xml:space="preserve">5 </w:t>
            </w:r>
            <w:r w:rsidRPr="00572F5E">
              <w:rPr>
                <w:rFonts w:ascii="Poppins" w:hAnsi="Poppins" w:cs="Poppins"/>
              </w:rPr>
              <w:t xml:space="preserve">/ </w:t>
            </w:r>
            <w:r w:rsidRPr="00572F5E">
              <w:rPr>
                <w:rFonts w:ascii="Poppins" w:hAnsi="Poppins" w:cs="Poppins"/>
                <w:color w:val="002060"/>
              </w:rPr>
              <w:t>H</w:t>
            </w:r>
            <w:r>
              <w:rPr>
                <w:rFonts w:ascii="Poppins" w:hAnsi="Poppins" w:cs="Poppins"/>
                <w:color w:val="002060"/>
              </w:rPr>
              <w:t>6</w:t>
            </w:r>
            <w:r w:rsidRPr="00572F5E">
              <w:rPr>
                <w:rFonts w:ascii="Poppins" w:hAnsi="Poppins" w:cs="Poppins"/>
                <w:color w:val="002060"/>
              </w:rPr>
              <w:t>0</w:t>
            </w:r>
            <w:r w:rsidRPr="00572F5E">
              <w:rPr>
                <w:rFonts w:ascii="Poppins" w:hAnsi="Poppins" w:cs="Poppins"/>
              </w:rPr>
              <w:t xml:space="preserve"> additivato con grafite per isolamento termico per tubo 16x2 e 17x2 con superficie a bugne ed incastri cilindrici, accoppiato con film termoformato in polistirene rigido. Passo tubi 5 cm.</w:t>
            </w:r>
          </w:p>
          <w:p w14:paraId="53161B04" w14:textId="77777777" w:rsidR="00C949F4" w:rsidRPr="00572F5E" w:rsidRDefault="00C949F4" w:rsidP="007E50B8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572F5E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12175900" w14:textId="699E72DE" w:rsidR="00C949F4" w:rsidRPr="00572F5E" w:rsidRDefault="00C949F4" w:rsidP="007E50B8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572F5E">
              <w:rPr>
                <w:rFonts w:ascii="Poppins" w:hAnsi="Poppins" w:cs="Poppins"/>
              </w:rPr>
              <w:t xml:space="preserve">Tubazioni </w:t>
            </w:r>
            <w:proofErr w:type="spellStart"/>
            <w:r w:rsidRPr="00572F5E">
              <w:rPr>
                <w:rFonts w:ascii="Poppins" w:hAnsi="Poppins" w:cs="Poppins"/>
                <w:color w:val="00B050"/>
              </w:rPr>
              <w:t>Alpert</w:t>
            </w:r>
            <w:proofErr w:type="spellEnd"/>
            <w:r w:rsidRPr="00572F5E">
              <w:rPr>
                <w:rFonts w:ascii="Poppins" w:hAnsi="Poppins" w:cs="Poppins"/>
                <w:color w:val="00B050"/>
              </w:rPr>
              <w:t xml:space="preserve"> 16x2</w:t>
            </w:r>
            <w:r w:rsidRPr="00572F5E">
              <w:rPr>
                <w:rFonts w:ascii="Poppins" w:hAnsi="Poppins" w:cs="Poppins"/>
              </w:rPr>
              <w:t xml:space="preserve"> / </w:t>
            </w:r>
            <w:r w:rsidRPr="00572F5E">
              <w:rPr>
                <w:rFonts w:ascii="Poppins" w:hAnsi="Poppins" w:cs="Poppins"/>
                <w:color w:val="FF0000"/>
              </w:rPr>
              <w:t>PE</w:t>
            </w:r>
            <w:r w:rsidR="007E50B8">
              <w:rPr>
                <w:rFonts w:ascii="Poppins" w:hAnsi="Poppins" w:cs="Poppins"/>
                <w:color w:val="FF0000"/>
              </w:rPr>
              <w:t>-</w:t>
            </w:r>
            <w:proofErr w:type="spellStart"/>
            <w:r w:rsidRPr="00572F5E">
              <w:rPr>
                <w:rFonts w:ascii="Poppins" w:hAnsi="Poppins" w:cs="Poppins"/>
                <w:color w:val="FF0000"/>
              </w:rPr>
              <w:t>Xa</w:t>
            </w:r>
            <w:proofErr w:type="spellEnd"/>
            <w:r w:rsidRPr="00572F5E">
              <w:rPr>
                <w:rFonts w:ascii="Poppins" w:hAnsi="Poppins" w:cs="Poppins"/>
                <w:color w:val="FF0000"/>
              </w:rPr>
              <w:t xml:space="preserve"> 17x2 </w:t>
            </w:r>
            <w:r w:rsidRPr="00572F5E">
              <w:rPr>
                <w:rFonts w:ascii="Poppins" w:hAnsi="Poppins" w:cs="Poppins"/>
                <w:color w:val="000000" w:themeColor="text1"/>
              </w:rPr>
              <w:t xml:space="preserve">/ </w:t>
            </w:r>
            <w:r w:rsidRPr="00572F5E">
              <w:rPr>
                <w:rFonts w:ascii="Poppins" w:hAnsi="Poppins" w:cs="Poppins"/>
                <w:color w:val="0070C0"/>
              </w:rPr>
              <w:t>PE</w:t>
            </w:r>
            <w:r w:rsidR="007E50B8">
              <w:rPr>
                <w:rFonts w:ascii="Poppins" w:hAnsi="Poppins" w:cs="Poppins"/>
                <w:color w:val="0070C0"/>
              </w:rPr>
              <w:t>-</w:t>
            </w:r>
            <w:proofErr w:type="spellStart"/>
            <w:r w:rsidRPr="00572F5E">
              <w:rPr>
                <w:rFonts w:ascii="Poppins" w:hAnsi="Poppins" w:cs="Poppins"/>
                <w:color w:val="0070C0"/>
              </w:rPr>
              <w:t>Xc</w:t>
            </w:r>
            <w:proofErr w:type="spellEnd"/>
            <w:r w:rsidRPr="00572F5E">
              <w:rPr>
                <w:rFonts w:ascii="Poppins" w:hAnsi="Poppins" w:cs="Poppins"/>
                <w:color w:val="0070C0"/>
              </w:rPr>
              <w:t xml:space="preserve"> 17x2</w:t>
            </w:r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862E64">
              <w:rPr>
                <w:rFonts w:ascii="Poppins" w:hAnsi="Poppins" w:cs="Poppins"/>
              </w:rPr>
              <w:t xml:space="preserve">/ </w:t>
            </w:r>
            <w:r w:rsidRPr="00862E64">
              <w:rPr>
                <w:rFonts w:ascii="Poppins" w:hAnsi="Poppins" w:cs="Poppins"/>
                <w:color w:val="FFC000"/>
              </w:rPr>
              <w:t>PE</w:t>
            </w:r>
            <w:r w:rsidR="007E50B8">
              <w:rPr>
                <w:rFonts w:ascii="Poppins" w:hAnsi="Poppins" w:cs="Poppins"/>
                <w:color w:val="FFC000"/>
              </w:rPr>
              <w:t>-</w:t>
            </w:r>
            <w:r w:rsidRPr="00862E64">
              <w:rPr>
                <w:rFonts w:ascii="Poppins" w:hAnsi="Poppins" w:cs="Poppins"/>
                <w:color w:val="FFC000"/>
              </w:rPr>
              <w:t>RT 17</w:t>
            </w:r>
            <w:r>
              <w:rPr>
                <w:rFonts w:ascii="Poppins" w:hAnsi="Poppins" w:cs="Poppins"/>
                <w:color w:val="FFC000"/>
              </w:rPr>
              <w:t>x</w:t>
            </w:r>
            <w:r w:rsidRPr="00862E64">
              <w:rPr>
                <w:rFonts w:ascii="Poppins" w:hAnsi="Poppins" w:cs="Poppins"/>
                <w:color w:val="FFC000"/>
              </w:rPr>
              <w:t>2</w:t>
            </w:r>
          </w:p>
          <w:p w14:paraId="24BE01BC" w14:textId="77777777" w:rsidR="00C949F4" w:rsidRPr="00572F5E" w:rsidRDefault="00C949F4" w:rsidP="007E50B8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572F5E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28554DA2" w14:textId="77777777" w:rsidR="00C949F4" w:rsidRDefault="00C949F4" w:rsidP="007E50B8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572F5E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6ABC2324" w14:textId="77777777" w:rsidR="00C949F4" w:rsidRPr="00C949F4" w:rsidRDefault="00C949F4" w:rsidP="007E50B8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B900C80" w14:textId="74C93AE8" w:rsidR="00C949F4" w:rsidRPr="00572F5E" w:rsidRDefault="00C949F4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572F5E">
              <w:rPr>
                <w:rFonts w:ascii="Poppins" w:hAnsi="Poppins" w:cs="Poppins"/>
                <w:sz w:val="20"/>
              </w:rPr>
              <w:t xml:space="preserve">1. I pannelli sono prodotti in conformità alla norma UNI EN 13163 (isolanti termici per edilizia 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572F5E">
              <w:rPr>
                <w:rFonts w:ascii="Poppins" w:hAnsi="Poppins" w:cs="Poppins"/>
                <w:sz w:val="20"/>
              </w:rPr>
              <w:t xml:space="preserve"> prodotti in polistirene espanso ottenuti in fabbrica) e certificati come da Regolamento (UE) N. 305/2011. Presenza della marcatura CE sui pannelli e sulle etichette degli imballi.</w:t>
            </w:r>
          </w:p>
          <w:p w14:paraId="103C83BD" w14:textId="77777777" w:rsidR="00C949F4" w:rsidRPr="00572F5E" w:rsidRDefault="00C949F4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C96993C" w14:textId="1986EDFD" w:rsidR="00C949F4" w:rsidRPr="00572F5E" w:rsidRDefault="00C949F4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Pannello isolante Standard Combi </w:t>
            </w:r>
            <w:proofErr w:type="spellStart"/>
            <w:r w:rsidRPr="00572F5E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b/>
                <w:sz w:val="20"/>
              </w:rPr>
              <w:t xml:space="preserve"> con grafite</w:t>
            </w:r>
            <w:r w:rsidR="00C839F6">
              <w:t xml:space="preserve"> </w:t>
            </w:r>
            <w:r w:rsidR="00C839F6" w:rsidRPr="00C839F6">
              <w:rPr>
                <w:rFonts w:ascii="Poppins" w:hAnsi="Poppins" w:cs="Poppins"/>
                <w:b/>
                <w:sz w:val="20"/>
              </w:rPr>
              <w:t xml:space="preserve">e Standard Combi </w:t>
            </w:r>
            <w:proofErr w:type="spellStart"/>
            <w:r w:rsidR="00C839F6" w:rsidRPr="00C839F6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C839F6" w:rsidRPr="00C839F6">
              <w:rPr>
                <w:rFonts w:ascii="Poppins" w:hAnsi="Poppins" w:cs="Poppins"/>
                <w:b/>
                <w:sz w:val="20"/>
              </w:rPr>
              <w:t xml:space="preserve"> S con grafite</w:t>
            </w:r>
            <w:r w:rsidRPr="00572F5E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color w:val="00B050"/>
                <w:sz w:val="20"/>
              </w:rPr>
              <w:t>H10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572F5E">
              <w:rPr>
                <w:rFonts w:ascii="Poppins" w:hAnsi="Poppins" w:cs="Poppins"/>
                <w:b/>
                <w:color w:val="FF0000"/>
                <w:sz w:val="20"/>
              </w:rPr>
              <w:t>H</w:t>
            </w:r>
            <w:r>
              <w:rPr>
                <w:rFonts w:ascii="Poppins" w:hAnsi="Poppins" w:cs="Poppins"/>
                <w:b/>
                <w:color w:val="FF0000"/>
                <w:sz w:val="20"/>
              </w:rPr>
              <w:t>23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B15910">
              <w:rPr>
                <w:rFonts w:ascii="Poppins" w:hAnsi="Poppins" w:cs="Poppins"/>
                <w:b/>
                <w:sz w:val="20"/>
              </w:rPr>
              <w:t xml:space="preserve">/ </w:t>
            </w:r>
            <w:r w:rsidRPr="00B15910">
              <w:rPr>
                <w:rFonts w:ascii="Poppins" w:hAnsi="Poppins" w:cs="Poppins"/>
                <w:b/>
                <w:color w:val="0070C0"/>
                <w:sz w:val="20"/>
              </w:rPr>
              <w:t>H</w:t>
            </w:r>
            <w:r>
              <w:rPr>
                <w:rFonts w:ascii="Poppins" w:hAnsi="Poppins" w:cs="Poppins"/>
                <w:b/>
                <w:color w:val="0070C0"/>
                <w:sz w:val="20"/>
              </w:rPr>
              <w:t>38</w:t>
            </w:r>
            <w:r w:rsidRPr="00B15910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</w:t>
            </w:r>
            <w:r w:rsidRPr="00B15910">
              <w:rPr>
                <w:rFonts w:ascii="Poppins" w:hAnsi="Poppins" w:cs="Poppins"/>
                <w:b/>
              </w:rPr>
              <w:t xml:space="preserve">/ </w:t>
            </w:r>
            <w:r w:rsidRPr="00B15910">
              <w:rPr>
                <w:rFonts w:ascii="Poppins" w:hAnsi="Poppins" w:cs="Poppins"/>
                <w:b/>
                <w:color w:val="C45911" w:themeColor="accent2" w:themeShade="BF"/>
                <w:sz w:val="20"/>
              </w:rPr>
              <w:t>H</w:t>
            </w:r>
            <w:r>
              <w:rPr>
                <w:rFonts w:ascii="Poppins" w:hAnsi="Poppins" w:cs="Poppins"/>
                <w:b/>
                <w:color w:val="C45911" w:themeColor="accent2" w:themeShade="BF"/>
                <w:sz w:val="20"/>
              </w:rPr>
              <w:t>45</w:t>
            </w:r>
            <w:r w:rsidRPr="00B15910">
              <w:rPr>
                <w:rFonts w:ascii="Poppins" w:hAnsi="Poppins" w:cs="Poppins"/>
                <w:b/>
                <w:color w:val="C45911" w:themeColor="accent2" w:themeShade="BF"/>
                <w:sz w:val="20"/>
              </w:rPr>
              <w:t xml:space="preserve"> </w:t>
            </w:r>
            <w:r w:rsidRPr="00B15910">
              <w:rPr>
                <w:rFonts w:ascii="Poppins" w:hAnsi="Poppins" w:cs="Poppins"/>
                <w:b/>
                <w:sz w:val="20"/>
              </w:rPr>
              <w:t xml:space="preserve">/ </w:t>
            </w:r>
            <w:r w:rsidRPr="00B15910">
              <w:rPr>
                <w:rFonts w:ascii="Poppins" w:hAnsi="Poppins" w:cs="Poppins"/>
                <w:b/>
                <w:color w:val="002060"/>
                <w:sz w:val="20"/>
              </w:rPr>
              <w:t>H</w:t>
            </w:r>
            <w:r>
              <w:rPr>
                <w:rFonts w:ascii="Poppins" w:hAnsi="Poppins" w:cs="Poppins"/>
                <w:b/>
                <w:color w:val="002060"/>
                <w:sz w:val="20"/>
              </w:rPr>
              <w:t>60</w:t>
            </w:r>
            <w:r w:rsidRPr="00B15910">
              <w:rPr>
                <w:rFonts w:ascii="Poppins" w:hAnsi="Poppins" w:cs="Poppins"/>
                <w:color w:val="002060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con 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tubazione </w:t>
            </w:r>
            <w:proofErr w:type="spellStart"/>
            <w:r w:rsidRPr="00572F5E">
              <w:rPr>
                <w:rFonts w:ascii="Poppins" w:hAnsi="Poppins" w:cs="Poppins"/>
                <w:b/>
                <w:color w:val="00B050"/>
                <w:sz w:val="20"/>
              </w:rPr>
              <w:t>Alpert</w:t>
            </w:r>
            <w:proofErr w:type="spellEnd"/>
            <w:r w:rsidRPr="00572F5E">
              <w:rPr>
                <w:rFonts w:ascii="Poppins" w:hAnsi="Poppins" w:cs="Poppins"/>
                <w:b/>
                <w:color w:val="00B050"/>
                <w:sz w:val="20"/>
              </w:rPr>
              <w:t xml:space="preserve"> 16x2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572F5E">
              <w:rPr>
                <w:rFonts w:ascii="Poppins" w:hAnsi="Poppins" w:cs="Poppins"/>
                <w:b/>
                <w:color w:val="FF0000"/>
                <w:sz w:val="20"/>
              </w:rPr>
              <w:t>PE</w:t>
            </w:r>
            <w:r w:rsidR="007E50B8">
              <w:rPr>
                <w:rFonts w:ascii="Poppins" w:hAnsi="Poppins" w:cs="Poppins"/>
                <w:b/>
                <w:color w:val="FF0000"/>
                <w:sz w:val="20"/>
              </w:rPr>
              <w:t>-</w:t>
            </w:r>
            <w:proofErr w:type="spellStart"/>
            <w:r w:rsidRPr="00572F5E">
              <w:rPr>
                <w:rFonts w:ascii="Poppins" w:hAnsi="Poppins" w:cs="Poppins"/>
                <w:b/>
                <w:color w:val="FF0000"/>
                <w:sz w:val="20"/>
              </w:rPr>
              <w:t>Xa</w:t>
            </w:r>
            <w:proofErr w:type="spellEnd"/>
            <w:r w:rsidRPr="00572F5E">
              <w:rPr>
                <w:rFonts w:ascii="Poppins" w:hAnsi="Poppins" w:cs="Poppins"/>
                <w:b/>
                <w:color w:val="FF0000"/>
                <w:sz w:val="20"/>
              </w:rPr>
              <w:t xml:space="preserve"> 17x2 </w:t>
            </w:r>
            <w:r w:rsidRPr="00572F5E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/ </w:t>
            </w:r>
            <w:r w:rsidRPr="00572F5E">
              <w:rPr>
                <w:rFonts w:ascii="Poppins" w:hAnsi="Poppins" w:cs="Poppins"/>
                <w:b/>
                <w:color w:val="0070C0"/>
                <w:sz w:val="20"/>
              </w:rPr>
              <w:t>PE</w:t>
            </w:r>
            <w:r w:rsidR="007E50B8">
              <w:rPr>
                <w:rFonts w:ascii="Poppins" w:hAnsi="Poppins" w:cs="Poppins"/>
                <w:b/>
                <w:color w:val="0070C0"/>
                <w:sz w:val="20"/>
              </w:rPr>
              <w:t>-</w:t>
            </w:r>
            <w:proofErr w:type="spellStart"/>
            <w:r w:rsidRPr="00572F5E">
              <w:rPr>
                <w:rFonts w:ascii="Poppins" w:hAnsi="Poppins" w:cs="Poppins"/>
                <w:b/>
                <w:color w:val="0070C0"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color w:val="0070C0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color w:val="0070C0"/>
                <w:sz w:val="20"/>
              </w:rPr>
              <w:t>17x2</w:t>
            </w:r>
            <w:r w:rsidRPr="00862E64">
              <w:rPr>
                <w:rFonts w:ascii="Poppins" w:hAnsi="Poppins" w:cs="Poppins"/>
                <w:b/>
                <w:bCs/>
                <w:color w:val="0070C0"/>
                <w:sz w:val="20"/>
              </w:rPr>
              <w:t xml:space="preserve"> </w:t>
            </w:r>
            <w:r w:rsidRPr="00862E64">
              <w:rPr>
                <w:rFonts w:ascii="Poppins" w:hAnsi="Poppins" w:cs="Poppins"/>
                <w:b/>
                <w:bCs/>
                <w:sz w:val="20"/>
              </w:rPr>
              <w:t xml:space="preserve">/ </w:t>
            </w:r>
            <w:r w:rsidRPr="00862E64">
              <w:rPr>
                <w:rFonts w:ascii="Poppins" w:hAnsi="Poppins" w:cs="Poppins"/>
                <w:b/>
                <w:bCs/>
                <w:color w:val="FFC000"/>
                <w:sz w:val="20"/>
              </w:rPr>
              <w:t>PE</w:t>
            </w:r>
            <w:r w:rsidR="007E50B8">
              <w:rPr>
                <w:rFonts w:ascii="Poppins" w:hAnsi="Poppins" w:cs="Poppins"/>
                <w:b/>
                <w:bCs/>
                <w:color w:val="FFC000"/>
                <w:sz w:val="20"/>
              </w:rPr>
              <w:t>-</w:t>
            </w:r>
            <w:r w:rsidRPr="00862E64">
              <w:rPr>
                <w:rFonts w:ascii="Poppins" w:hAnsi="Poppins" w:cs="Poppins"/>
                <w:b/>
                <w:bCs/>
                <w:color w:val="FFC000"/>
                <w:sz w:val="20"/>
              </w:rPr>
              <w:t>RT 17</w:t>
            </w:r>
            <w:r>
              <w:rPr>
                <w:rFonts w:ascii="Poppins" w:hAnsi="Poppins" w:cs="Poppins"/>
                <w:b/>
                <w:bCs/>
                <w:color w:val="FFC000"/>
                <w:sz w:val="20"/>
              </w:rPr>
              <w:t>x</w:t>
            </w:r>
            <w:r w:rsidRPr="00862E64">
              <w:rPr>
                <w:rFonts w:ascii="Poppins" w:hAnsi="Poppins" w:cs="Poppins"/>
                <w:b/>
                <w:bCs/>
                <w:color w:val="FFC000"/>
                <w:sz w:val="20"/>
              </w:rPr>
              <w:t>2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D8DA9F9" w14:textId="77777777" w:rsidR="00C949F4" w:rsidRDefault="00C949F4"/>
    <w:p w14:paraId="5719A060" w14:textId="77777777" w:rsidR="00C949F4" w:rsidRDefault="00C949F4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53E62F09" w14:textId="77777777" w:rsidTr="00FD02BC">
        <w:tc>
          <w:tcPr>
            <w:tcW w:w="1311" w:type="dxa"/>
          </w:tcPr>
          <w:p w14:paraId="4801E59B" w14:textId="77777777" w:rsidR="00757AC7" w:rsidRPr="00572F5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0BD24022" w14:textId="77777777" w:rsidR="00757AC7" w:rsidRPr="00572F5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1BF2FD25" w14:textId="77777777" w:rsidR="00757AC7" w:rsidRPr="00572F5E" w:rsidRDefault="00757AC7" w:rsidP="007E50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D5F4D" w:rsidRPr="004C6F17" w14:paraId="0DD6E434" w14:textId="77777777" w:rsidTr="00FD02BC">
        <w:tc>
          <w:tcPr>
            <w:tcW w:w="1311" w:type="dxa"/>
          </w:tcPr>
          <w:p w14:paraId="282B637D" w14:textId="77777777" w:rsidR="00CD5F4D" w:rsidRPr="00572F5E" w:rsidRDefault="00CD5F4D" w:rsidP="00CD5F4D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28134032</w:t>
            </w:r>
          </w:p>
        </w:tc>
        <w:tc>
          <w:tcPr>
            <w:tcW w:w="2086" w:type="dxa"/>
          </w:tcPr>
          <w:p w14:paraId="69B5708B" w14:textId="5E4099CC" w:rsidR="00017EE9" w:rsidRDefault="00CD5F4D" w:rsidP="00CD5F4D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</w:t>
            </w:r>
            <w:r w:rsidR="00017EE9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con grafite</w:t>
            </w:r>
          </w:p>
          <w:p w14:paraId="7507D953" w14:textId="77777777" w:rsidR="00CD5F4D" w:rsidRDefault="00CD5F4D" w:rsidP="00CD5F4D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H10</w:t>
            </w:r>
          </w:p>
          <w:p w14:paraId="23948AAE" w14:textId="2CD7EDA7" w:rsidR="009D13A6" w:rsidRPr="00572F5E" w:rsidRDefault="009D13A6" w:rsidP="00CD5F4D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 w:rsidR="00992208">
              <w:rPr>
                <w:rFonts w:ascii="Poppins" w:hAnsi="Poppins" w:cs="Poppins"/>
                <w:sz w:val="20"/>
              </w:rPr>
              <w:t>18,24 m2)</w:t>
            </w:r>
          </w:p>
        </w:tc>
        <w:tc>
          <w:tcPr>
            <w:tcW w:w="6101" w:type="dxa"/>
          </w:tcPr>
          <w:p w14:paraId="2914FCDA" w14:textId="77777777" w:rsidR="00541E21" w:rsidRDefault="00CD5F4D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200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3A2C9BD0" w14:textId="77777777" w:rsidR="00541E21" w:rsidRDefault="00541E21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2E4FF4" w14:textId="77777777" w:rsidR="00541E21" w:rsidRDefault="00CD5F4D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602660DB" w14:textId="7E33BD6A" w:rsidR="00541E21" w:rsidRDefault="00CD5F4D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30 kg/m</w:t>
            </w:r>
            <w:r w:rsidR="00541E21"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="000F1103"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 w:rsidR="000F1103"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="000F1103" w:rsidRPr="00572F5E">
              <w:rPr>
                <w:rFonts w:ascii="Poppins" w:hAnsi="Poppins" w:cs="Poppins"/>
                <w:sz w:val="20"/>
              </w:rPr>
              <w:t xml:space="preserve"> </w:t>
            </w:r>
            <w:r w:rsidR="000F1103"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="000F1103">
              <w:rPr>
                <w:rFonts w:ascii="Poppins" w:hAnsi="Poppins" w:cs="Poppins"/>
                <w:sz w:val="20"/>
              </w:rPr>
              <w:t xml:space="preserve">3:2021) </w:t>
            </w:r>
            <w:r w:rsidRPr="00572F5E">
              <w:rPr>
                <w:rFonts w:ascii="Poppins" w:hAnsi="Poppins" w:cs="Poppins"/>
                <w:sz w:val="20"/>
              </w:rPr>
              <w:t>0</w:t>
            </w:r>
            <w:r w:rsidR="00992208">
              <w:rPr>
                <w:rFonts w:ascii="Poppins" w:hAnsi="Poppins" w:cs="Poppins"/>
                <w:sz w:val="20"/>
              </w:rPr>
              <w:t>,</w:t>
            </w:r>
            <w:r w:rsidR="000F1103"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0 m</w:t>
            </w:r>
            <w:r w:rsidR="00541E21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10 mm e spessore totale 32 mm.</w:t>
            </w:r>
          </w:p>
          <w:p w14:paraId="6EA87C7E" w14:textId="7464F560" w:rsidR="00541E21" w:rsidRDefault="00CD5F4D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1498E7A4" w14:textId="57871EBF" w:rsidR="00CD5F4D" w:rsidRDefault="00CD5F4D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1200x800x32, confezione da 18</w:t>
            </w:r>
            <w:r w:rsidR="00992208"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24 m</w:t>
            </w:r>
            <w:r w:rsidR="00541E21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60C9F4CC" w14:textId="77777777" w:rsidR="00963FDF" w:rsidRDefault="00963FDF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8831522" w14:textId="3B06C39D" w:rsidR="00963FDF" w:rsidRPr="00963FDF" w:rsidRDefault="00963FDF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Articolo previsto SOLO per spedizioni nelle seguenti regioni: Emilia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Romagna, Friuli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Venezia Giulia, Liguria, Lombardia, Marche, Piemonte, Sardegna, Toscana, Trentino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 xml:space="preserve"> Alto Adige, Valle d’Aosta, Veneto.</w:t>
            </w:r>
          </w:p>
          <w:p w14:paraId="48FB3B6B" w14:textId="77777777" w:rsidR="00CD5F4D" w:rsidRPr="00572F5E" w:rsidRDefault="00CD5F4D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9236497" w14:textId="6FB5F57C" w:rsidR="00CD5F4D" w:rsidRPr="00572F5E" w:rsidRDefault="00CD5F4D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827AA"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992208" w:rsidRPr="00992208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="00992208" w:rsidRPr="00992208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992208" w:rsidRPr="00992208">
              <w:rPr>
                <w:rFonts w:ascii="Poppins" w:hAnsi="Poppins" w:cs="Poppins"/>
                <w:b/>
                <w:sz w:val="20"/>
              </w:rPr>
              <w:t xml:space="preserve"> con grafite</w:t>
            </w:r>
            <w:r w:rsidR="0099220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992208" w:rsidRPr="00992208">
              <w:rPr>
                <w:rFonts w:ascii="Poppins" w:hAnsi="Poppins" w:cs="Poppins"/>
                <w:b/>
                <w:sz w:val="20"/>
              </w:rPr>
              <w:t>H10</w:t>
            </w:r>
            <w:r w:rsidR="0099220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992208" w:rsidRPr="00992208">
              <w:rPr>
                <w:rFonts w:ascii="Poppins" w:hAnsi="Poppins" w:cs="Poppins"/>
                <w:b/>
                <w:sz w:val="20"/>
              </w:rPr>
              <w:t>(Conf. 18,24 m2)</w:t>
            </w:r>
            <w:r w:rsidR="0099220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 w:rsidR="00061DE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75B65" w:rsidRPr="004C6F17" w14:paraId="589FB910" w14:textId="77777777" w:rsidTr="00FD02BC">
        <w:tc>
          <w:tcPr>
            <w:tcW w:w="1311" w:type="dxa"/>
          </w:tcPr>
          <w:p w14:paraId="10137A17" w14:textId="6E5D8E2A" w:rsidR="00B75B65" w:rsidRPr="00572F5E" w:rsidRDefault="00453FEF" w:rsidP="00B75B6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28134212</w:t>
            </w:r>
          </w:p>
        </w:tc>
        <w:tc>
          <w:tcPr>
            <w:tcW w:w="2086" w:type="dxa"/>
          </w:tcPr>
          <w:p w14:paraId="11995127" w14:textId="0F9AEE12" w:rsidR="00B75B65" w:rsidRDefault="00B75B65" w:rsidP="00B75B65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 w:rsidR="00453FEF">
              <w:rPr>
                <w:rFonts w:ascii="Poppins" w:hAnsi="Poppins" w:cs="Poppins"/>
                <w:sz w:val="20"/>
              </w:rPr>
              <w:t xml:space="preserve">S </w:t>
            </w:r>
            <w:r w:rsidRPr="00572F5E">
              <w:rPr>
                <w:rFonts w:ascii="Poppins" w:hAnsi="Poppins" w:cs="Poppins"/>
                <w:sz w:val="20"/>
              </w:rPr>
              <w:t>con grafite</w:t>
            </w:r>
          </w:p>
          <w:p w14:paraId="41CB1022" w14:textId="77777777" w:rsidR="00B75B65" w:rsidRDefault="00B75B65" w:rsidP="00B75B65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H10</w:t>
            </w:r>
          </w:p>
          <w:p w14:paraId="563F75CF" w14:textId="4609B7AF" w:rsidR="00B75B65" w:rsidRPr="00572F5E" w:rsidRDefault="00B75B65" w:rsidP="00B75B6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</w:t>
            </w:r>
            <w:r w:rsidR="00453FEF">
              <w:rPr>
                <w:rFonts w:ascii="Poppins" w:hAnsi="Poppins" w:cs="Poppins"/>
                <w:sz w:val="20"/>
              </w:rPr>
              <w:t>5</w:t>
            </w:r>
            <w:r>
              <w:rPr>
                <w:rFonts w:ascii="Poppins" w:hAnsi="Poppins" w:cs="Poppins"/>
                <w:sz w:val="20"/>
              </w:rPr>
              <w:t>,</w:t>
            </w:r>
            <w:r w:rsidR="00453FEF">
              <w:rPr>
                <w:rFonts w:ascii="Poppins" w:hAnsi="Poppins" w:cs="Poppins"/>
                <w:sz w:val="20"/>
              </w:rPr>
              <w:t>68</w:t>
            </w:r>
            <w:r>
              <w:rPr>
                <w:rFonts w:ascii="Poppins" w:hAnsi="Poppins" w:cs="Poppins"/>
                <w:sz w:val="20"/>
              </w:rPr>
              <w:t xml:space="preserve"> m2)</w:t>
            </w:r>
          </w:p>
        </w:tc>
        <w:tc>
          <w:tcPr>
            <w:tcW w:w="6101" w:type="dxa"/>
          </w:tcPr>
          <w:p w14:paraId="1F19441D" w14:textId="5EC3CCB4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200 additivato con grafite, in conformità alla norma UNI 13163, con superficie a bugne ed incastri perimetrali maschio – femmina a forma cilindrica ed accoppiato con un film termoformato in polistirene rigido.</w:t>
            </w:r>
          </w:p>
          <w:p w14:paraId="2756C675" w14:textId="77777777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0839A4" w14:textId="77777777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19818D4" w14:textId="2F1C92DF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Densità </w:t>
            </w:r>
            <w:r w:rsidR="000D1823">
              <w:rPr>
                <w:rFonts w:ascii="Poppins" w:hAnsi="Poppins" w:cs="Poppins"/>
                <w:sz w:val="20"/>
              </w:rPr>
              <w:t>29</w:t>
            </w:r>
            <w:r w:rsidRPr="00572F5E">
              <w:rPr>
                <w:rFonts w:ascii="Poppins" w:hAnsi="Poppins" w:cs="Poppins"/>
                <w:sz w:val="20"/>
              </w:rPr>
              <w:t xml:space="preserve">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 xml:space="preserve">3:2021) </w:t>
            </w:r>
            <w:r w:rsidRPr="00572F5E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,3</w:t>
            </w:r>
            <w:r w:rsidRPr="00572F5E">
              <w:rPr>
                <w:rFonts w:ascii="Poppins" w:hAnsi="Poppins" w:cs="Poppins"/>
                <w:sz w:val="20"/>
              </w:rPr>
              <w:t>0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10 mm e spessore totale 3</w:t>
            </w:r>
            <w:r w:rsidR="000D1823"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62FD4518" w14:textId="77777777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29509FE2" w14:textId="0F19F485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</w:t>
            </w:r>
            <w:r w:rsidR="000D1823">
              <w:rPr>
                <w:rFonts w:ascii="Poppins" w:hAnsi="Poppins" w:cs="Poppins"/>
                <w:sz w:val="20"/>
              </w:rPr>
              <w:t>4</w:t>
            </w:r>
            <w:r w:rsidRPr="00572F5E">
              <w:rPr>
                <w:rFonts w:ascii="Poppins" w:hAnsi="Poppins" w:cs="Poppins"/>
                <w:sz w:val="20"/>
              </w:rPr>
              <w:t>00x800x3</w:t>
            </w:r>
            <w:r w:rsidR="000D1823"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confezione da 1</w:t>
            </w:r>
            <w:r w:rsidR="000D1823">
              <w:rPr>
                <w:rFonts w:ascii="Poppins" w:hAnsi="Poppins" w:cs="Poppins"/>
                <w:sz w:val="20"/>
              </w:rPr>
              <w:t>5</w:t>
            </w:r>
            <w:r>
              <w:rPr>
                <w:rFonts w:ascii="Poppins" w:hAnsi="Poppins" w:cs="Poppins"/>
                <w:sz w:val="20"/>
              </w:rPr>
              <w:t>,</w:t>
            </w:r>
            <w:r w:rsidR="000D1823">
              <w:rPr>
                <w:rFonts w:ascii="Poppins" w:hAnsi="Poppins" w:cs="Poppins"/>
                <w:sz w:val="20"/>
              </w:rPr>
              <w:t>68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151265BD" w14:textId="77777777" w:rsidR="00B75B65" w:rsidRDefault="00B75B65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5FBC04D" w14:textId="77777777" w:rsidR="000D1823" w:rsidRPr="006D1F2F" w:rsidRDefault="000D1823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Articolo previsto SOLO per spedizioni nelle seguenti regioni: Abruzzo, Basilicata, Calabria, Campania, Lazio, Molise, Puglia, Sicilia, Umbria.</w:t>
            </w:r>
          </w:p>
          <w:p w14:paraId="0D12F20B" w14:textId="77777777" w:rsidR="00B75B65" w:rsidRPr="00572F5E" w:rsidRDefault="00B75B65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B975B8B" w14:textId="66E91CD3" w:rsidR="00B75B65" w:rsidRPr="00572F5E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992208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992208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99220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0D1823">
              <w:rPr>
                <w:rFonts w:ascii="Poppins" w:hAnsi="Poppins" w:cs="Poppins"/>
                <w:b/>
                <w:sz w:val="20"/>
              </w:rPr>
              <w:t xml:space="preserve">S </w:t>
            </w:r>
            <w:r w:rsidRPr="00992208">
              <w:rPr>
                <w:rFonts w:ascii="Poppins" w:hAnsi="Poppins" w:cs="Poppins"/>
                <w:b/>
                <w:sz w:val="20"/>
              </w:rPr>
              <w:t>con grafite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92208">
              <w:rPr>
                <w:rFonts w:ascii="Poppins" w:hAnsi="Poppins" w:cs="Poppins"/>
                <w:b/>
                <w:sz w:val="20"/>
              </w:rPr>
              <w:t>H10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92208">
              <w:rPr>
                <w:rFonts w:ascii="Poppins" w:hAnsi="Poppins" w:cs="Poppins"/>
                <w:b/>
                <w:sz w:val="20"/>
              </w:rPr>
              <w:t>(Conf. 1</w:t>
            </w:r>
            <w:r w:rsidR="000D1823">
              <w:rPr>
                <w:rFonts w:ascii="Poppins" w:hAnsi="Poppins" w:cs="Poppins"/>
                <w:b/>
                <w:sz w:val="20"/>
              </w:rPr>
              <w:t>5</w:t>
            </w:r>
            <w:r w:rsidRPr="00992208">
              <w:rPr>
                <w:rFonts w:ascii="Poppins" w:hAnsi="Poppins" w:cs="Poppins"/>
                <w:b/>
                <w:sz w:val="20"/>
              </w:rPr>
              <w:t>,</w:t>
            </w:r>
            <w:r w:rsidR="000D1823">
              <w:rPr>
                <w:rFonts w:ascii="Poppins" w:hAnsi="Poppins" w:cs="Poppins"/>
                <w:b/>
                <w:sz w:val="20"/>
              </w:rPr>
              <w:t>68</w:t>
            </w:r>
            <w:r w:rsidRPr="00992208">
              <w:rPr>
                <w:rFonts w:ascii="Poppins" w:hAnsi="Poppins" w:cs="Poppins"/>
                <w:b/>
                <w:sz w:val="20"/>
              </w:rPr>
              <w:t xml:space="preserve"> m2)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75B65" w:rsidRPr="004C6F17" w14:paraId="5550D482" w14:textId="77777777" w:rsidTr="00FD02BC">
        <w:tc>
          <w:tcPr>
            <w:tcW w:w="1311" w:type="dxa"/>
          </w:tcPr>
          <w:p w14:paraId="5539766B" w14:textId="20CBB5E6" w:rsidR="00B75B65" w:rsidRPr="00572F5E" w:rsidRDefault="00B75B65" w:rsidP="00B75B65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28134</w:t>
            </w:r>
            <w:r>
              <w:rPr>
                <w:rFonts w:ascii="Poppins" w:hAnsi="Poppins" w:cs="Poppins"/>
                <w:sz w:val="20"/>
              </w:rPr>
              <w:t>182</w:t>
            </w:r>
          </w:p>
        </w:tc>
        <w:tc>
          <w:tcPr>
            <w:tcW w:w="2086" w:type="dxa"/>
          </w:tcPr>
          <w:p w14:paraId="787ADFF2" w14:textId="77777777" w:rsidR="00B75B65" w:rsidRDefault="00B75B65" w:rsidP="00B75B65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con grafite</w:t>
            </w:r>
          </w:p>
          <w:p w14:paraId="77AFEAB3" w14:textId="36766E86" w:rsidR="00B75B65" w:rsidRDefault="00B75B65" w:rsidP="00B75B65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H10</w:t>
            </w:r>
            <w:r>
              <w:rPr>
                <w:rFonts w:ascii="Poppins" w:hAnsi="Poppins" w:cs="Poppins"/>
                <w:sz w:val="20"/>
              </w:rPr>
              <w:t xml:space="preserve"> CAM</w:t>
            </w:r>
          </w:p>
          <w:p w14:paraId="1880C86E" w14:textId="102068D5" w:rsidR="00B75B65" w:rsidRPr="00572F5E" w:rsidRDefault="00B75B65" w:rsidP="00B75B6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18,24 m2)</w:t>
            </w:r>
          </w:p>
        </w:tc>
        <w:tc>
          <w:tcPr>
            <w:tcW w:w="6101" w:type="dxa"/>
          </w:tcPr>
          <w:p w14:paraId="2E609B55" w14:textId="2586AABD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200 additivato con grafite, in conformità alla norma UNI 13163, con superficie a bugne ed incastri perimetrali maschio – femmina a forma cilindrica ed accoppiato con un film termoformato in polistirene rigido spessore 0,65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D36E78F" w14:textId="77777777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6A4363" w14:textId="77777777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16A80648" w14:textId="582DE254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30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 xml:space="preserve">3:2021) </w:t>
            </w:r>
            <w:r w:rsidRPr="00572F5E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,3</w:t>
            </w:r>
            <w:r w:rsidRPr="00572F5E">
              <w:rPr>
                <w:rFonts w:ascii="Poppins" w:hAnsi="Poppins" w:cs="Poppins"/>
                <w:sz w:val="20"/>
              </w:rPr>
              <w:t>0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10 mm e spessore totale 32 mm.</w:t>
            </w:r>
          </w:p>
          <w:p w14:paraId="4705BF6A" w14:textId="77777777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43845419" w14:textId="2D8F8262" w:rsidR="00B75B65" w:rsidRPr="00300F5E" w:rsidRDefault="00B75B65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1200x800x32, confezione da 18</w:t>
            </w:r>
            <w:r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24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4B33E7AA" w14:textId="77777777" w:rsidR="00B75B65" w:rsidRDefault="00B75B65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14B5228" w14:textId="77777777" w:rsidR="00B75B65" w:rsidRPr="00714B32" w:rsidRDefault="00B75B65" w:rsidP="007E50B8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Pannelli conformi CAM (Criteri Ambientali Minimi).</w:t>
            </w:r>
          </w:p>
          <w:p w14:paraId="619B8380" w14:textId="77777777" w:rsidR="00B75B65" w:rsidRPr="00572F5E" w:rsidRDefault="00B75B65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F95EA79" w14:textId="23BD463B" w:rsidR="00B75B65" w:rsidRPr="00572F5E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C153D2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C153D2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C153D2">
              <w:rPr>
                <w:rFonts w:ascii="Poppins" w:hAnsi="Poppins" w:cs="Poppins"/>
                <w:b/>
                <w:sz w:val="20"/>
              </w:rPr>
              <w:t xml:space="preserve"> con grafite H10 CAM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153D2">
              <w:rPr>
                <w:rFonts w:ascii="Poppins" w:hAnsi="Poppins" w:cs="Poppins"/>
                <w:b/>
                <w:sz w:val="20"/>
              </w:rPr>
              <w:t>(Conf. 18,24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75B65" w:rsidRPr="004C6F17" w14:paraId="447B43F5" w14:textId="77777777" w:rsidTr="00FD02BC">
        <w:tc>
          <w:tcPr>
            <w:tcW w:w="1311" w:type="dxa"/>
          </w:tcPr>
          <w:p w14:paraId="07FD4F39" w14:textId="2AFD9468" w:rsidR="00B75B65" w:rsidRPr="00572F5E" w:rsidRDefault="00B75B65" w:rsidP="00B75B65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2813412</w:t>
            </w:r>
            <w:r>
              <w:rPr>
                <w:rFonts w:ascii="Poppins" w:hAnsi="Poppins" w:cs="Poppins"/>
                <w:sz w:val="20"/>
              </w:rPr>
              <w:t>1</w:t>
            </w:r>
          </w:p>
        </w:tc>
        <w:tc>
          <w:tcPr>
            <w:tcW w:w="2086" w:type="dxa"/>
          </w:tcPr>
          <w:p w14:paraId="3215EC78" w14:textId="77777777" w:rsidR="00B75B65" w:rsidRDefault="00B75B65" w:rsidP="00B75B65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con grafite H</w:t>
            </w:r>
            <w:r>
              <w:rPr>
                <w:rFonts w:ascii="Poppins" w:hAnsi="Poppins" w:cs="Poppins"/>
                <w:sz w:val="20"/>
              </w:rPr>
              <w:t>23</w:t>
            </w:r>
          </w:p>
          <w:p w14:paraId="1BD4F741" w14:textId="76226C5D" w:rsidR="00B75B65" w:rsidRPr="00572F5E" w:rsidRDefault="00B75B65" w:rsidP="00B75B6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12,48 m2)</w:t>
            </w:r>
          </w:p>
        </w:tc>
        <w:tc>
          <w:tcPr>
            <w:tcW w:w="6101" w:type="dxa"/>
          </w:tcPr>
          <w:p w14:paraId="757D1496" w14:textId="77777777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6182EA4E" w14:textId="77777777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305DD0" w14:textId="77777777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0D9C3DBC" w14:textId="7639FB4F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0</w:t>
            </w:r>
            <w:r>
              <w:rPr>
                <w:rFonts w:ascii="Poppins" w:hAnsi="Poppins" w:cs="Poppins"/>
                <w:sz w:val="20"/>
              </w:rPr>
              <w:t>,75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2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1C1CA21D" w14:textId="7DE321FF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541E3F45" w14:textId="18A5C5EA" w:rsidR="00B75B65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>, confezione da 1</w:t>
            </w:r>
            <w:r>
              <w:rPr>
                <w:rFonts w:ascii="Poppins" w:hAnsi="Poppins" w:cs="Poppins"/>
                <w:sz w:val="20"/>
              </w:rPr>
              <w:t>2,</w:t>
            </w:r>
            <w:r w:rsidRPr="00572F5E"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1B5C9436" w14:textId="77777777" w:rsidR="00B75B65" w:rsidRDefault="00B75B65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F80F928" w14:textId="2B262CC1" w:rsidR="00B75B65" w:rsidRPr="00963FDF" w:rsidRDefault="00B75B65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Articolo previsto SOLO per spedizioni nelle seguenti regioni: Emilia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Romagna, Friuli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Venezia Giulia, Liguria, Lombardia, Marche, Piemonte, Sardegna, Toscana, Trentino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 xml:space="preserve"> Alto Adige, Valle d’Aosta, Veneto.</w:t>
            </w:r>
          </w:p>
          <w:p w14:paraId="276E1EEC" w14:textId="77777777" w:rsidR="00B75B65" w:rsidRPr="00572F5E" w:rsidRDefault="00B75B65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6A509F1" w14:textId="21EFBE5E" w:rsidR="00B75B65" w:rsidRPr="00572F5E" w:rsidRDefault="00B75B65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3736AC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3736AC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3736AC">
              <w:rPr>
                <w:rFonts w:ascii="Poppins" w:hAnsi="Poppins" w:cs="Poppins"/>
                <w:b/>
                <w:sz w:val="20"/>
              </w:rPr>
              <w:t xml:space="preserve"> con grafite H23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736AC">
              <w:rPr>
                <w:rFonts w:ascii="Poppins" w:hAnsi="Poppins" w:cs="Poppins"/>
                <w:b/>
                <w:sz w:val="20"/>
              </w:rPr>
              <w:t>(Conf. 12,48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32F0C" w:rsidRPr="004C6F17" w14:paraId="0DAA9801" w14:textId="77777777" w:rsidTr="00FD02BC">
        <w:tc>
          <w:tcPr>
            <w:tcW w:w="1311" w:type="dxa"/>
          </w:tcPr>
          <w:p w14:paraId="42692E30" w14:textId="627EFDFB" w:rsidR="00C32F0C" w:rsidRPr="00572F5E" w:rsidRDefault="00C32F0C" w:rsidP="00C32F0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28134214</w:t>
            </w:r>
          </w:p>
        </w:tc>
        <w:tc>
          <w:tcPr>
            <w:tcW w:w="2086" w:type="dxa"/>
          </w:tcPr>
          <w:p w14:paraId="5AB30286" w14:textId="5EC4CF3E" w:rsidR="00C32F0C" w:rsidRDefault="00C32F0C" w:rsidP="00C32F0C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lastRenderedPageBreak/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S </w:t>
            </w:r>
            <w:r w:rsidRPr="00572F5E">
              <w:rPr>
                <w:rFonts w:ascii="Poppins" w:hAnsi="Poppins" w:cs="Poppins"/>
                <w:sz w:val="20"/>
              </w:rPr>
              <w:t>con grafite H</w:t>
            </w:r>
            <w:r>
              <w:rPr>
                <w:rFonts w:ascii="Poppins" w:hAnsi="Poppins" w:cs="Poppins"/>
                <w:sz w:val="20"/>
              </w:rPr>
              <w:t>23</w:t>
            </w:r>
          </w:p>
          <w:p w14:paraId="581DCCAA" w14:textId="6126FEE0" w:rsidR="00C32F0C" w:rsidRPr="00572F5E" w:rsidRDefault="00C32F0C" w:rsidP="00C32F0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</w:t>
            </w:r>
            <w:r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8 m2)</w:t>
            </w:r>
          </w:p>
        </w:tc>
        <w:tc>
          <w:tcPr>
            <w:tcW w:w="6101" w:type="dxa"/>
          </w:tcPr>
          <w:p w14:paraId="36DF0313" w14:textId="0C601324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 xml:space="preserve">Pannello in polistirene espanso tipo EPS 150 additivato con grafite, in conformità alla norma UNI 13163, con superficie a bugne ed incastri perimetrali maschio – femmina a forma </w:t>
            </w:r>
            <w:r w:rsidRPr="00572F5E">
              <w:rPr>
                <w:rFonts w:ascii="Poppins" w:hAnsi="Poppins" w:cs="Poppins"/>
                <w:sz w:val="20"/>
              </w:rPr>
              <w:lastRenderedPageBreak/>
              <w:t>cilindrica ed accoppiato con un film termoformato in polistirene rigido.</w:t>
            </w:r>
          </w:p>
          <w:p w14:paraId="2485C626" w14:textId="77777777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0F55E7" w14:textId="77777777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565F5E4D" w14:textId="0AFA59E7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</w:t>
            </w:r>
            <w:r>
              <w:rPr>
                <w:rFonts w:ascii="Poppins" w:hAnsi="Poppins" w:cs="Poppins"/>
                <w:sz w:val="20"/>
              </w:rPr>
              <w:t>4</w:t>
            </w:r>
            <w:r w:rsidRPr="00572F5E">
              <w:rPr>
                <w:rFonts w:ascii="Poppins" w:hAnsi="Poppins" w:cs="Poppins"/>
                <w:sz w:val="20"/>
              </w:rPr>
              <w:t xml:space="preserve">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0</w:t>
            </w:r>
            <w:r>
              <w:rPr>
                <w:rFonts w:ascii="Poppins" w:hAnsi="Poppins" w:cs="Poppins"/>
                <w:sz w:val="20"/>
              </w:rPr>
              <w:t>,75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2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4</w:t>
            </w:r>
            <w:r w:rsidR="00F4713D">
              <w:rPr>
                <w:rFonts w:ascii="Poppins" w:hAnsi="Poppins" w:cs="Poppins"/>
                <w:sz w:val="20"/>
              </w:rPr>
              <w:t>6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23B19295" w14:textId="77777777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6E51131A" w14:textId="5389FC2C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</w:t>
            </w:r>
            <w:r w:rsidR="00F4713D">
              <w:rPr>
                <w:rFonts w:ascii="Poppins" w:hAnsi="Poppins" w:cs="Poppins"/>
                <w:sz w:val="20"/>
              </w:rPr>
              <w:t>4</w:t>
            </w:r>
            <w:r w:rsidRPr="00572F5E">
              <w:rPr>
                <w:rFonts w:ascii="Poppins" w:hAnsi="Poppins" w:cs="Poppins"/>
                <w:sz w:val="20"/>
              </w:rPr>
              <w:t>00x800x4</w:t>
            </w:r>
            <w:r w:rsidR="00F4713D">
              <w:rPr>
                <w:rFonts w:ascii="Poppins" w:hAnsi="Poppins" w:cs="Poppins"/>
                <w:sz w:val="20"/>
              </w:rPr>
              <w:t>6</w:t>
            </w:r>
            <w:r w:rsidRPr="00572F5E">
              <w:rPr>
                <w:rFonts w:ascii="Poppins" w:hAnsi="Poppins" w:cs="Poppins"/>
                <w:sz w:val="20"/>
              </w:rPr>
              <w:t>, confezione da 1</w:t>
            </w:r>
            <w:r w:rsidR="00F4713D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,</w:t>
            </w:r>
            <w:r w:rsidR="00F4713D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3756B665" w14:textId="77777777" w:rsidR="00C32F0C" w:rsidRDefault="00C32F0C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550E617" w14:textId="77777777" w:rsidR="00B00151" w:rsidRPr="006D1F2F" w:rsidRDefault="00B00151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Articolo previsto SOLO per spedizioni nelle seguenti regioni: Abruzzo, Basilicata, Calabria, Campania, Lazio, Molise, Puglia, Sicilia, Umbria.</w:t>
            </w:r>
          </w:p>
          <w:p w14:paraId="5C40AF6C" w14:textId="77777777" w:rsidR="00C32F0C" w:rsidRPr="00572F5E" w:rsidRDefault="00C32F0C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A417ED0" w14:textId="53096EB3" w:rsidR="00C32F0C" w:rsidRPr="00572F5E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3736AC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3736AC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B00151">
              <w:rPr>
                <w:rFonts w:ascii="Poppins" w:hAnsi="Poppins" w:cs="Poppins"/>
                <w:b/>
                <w:sz w:val="20"/>
              </w:rPr>
              <w:t xml:space="preserve"> S</w:t>
            </w:r>
            <w:r w:rsidRPr="003736AC">
              <w:rPr>
                <w:rFonts w:ascii="Poppins" w:hAnsi="Poppins" w:cs="Poppins"/>
                <w:b/>
                <w:sz w:val="20"/>
              </w:rPr>
              <w:t xml:space="preserve"> con grafite H23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736AC">
              <w:rPr>
                <w:rFonts w:ascii="Poppins" w:hAnsi="Poppins" w:cs="Poppins"/>
                <w:b/>
                <w:sz w:val="20"/>
              </w:rPr>
              <w:t>(Conf. 1</w:t>
            </w:r>
            <w:r w:rsidR="00B00151">
              <w:rPr>
                <w:rFonts w:ascii="Poppins" w:hAnsi="Poppins" w:cs="Poppins"/>
                <w:b/>
                <w:sz w:val="20"/>
              </w:rPr>
              <w:t>0</w:t>
            </w:r>
            <w:r w:rsidRPr="003736AC">
              <w:rPr>
                <w:rFonts w:ascii="Poppins" w:hAnsi="Poppins" w:cs="Poppins"/>
                <w:b/>
                <w:sz w:val="20"/>
              </w:rPr>
              <w:t>,</w:t>
            </w:r>
            <w:r w:rsidR="00B00151">
              <w:rPr>
                <w:rFonts w:ascii="Poppins" w:hAnsi="Poppins" w:cs="Poppins"/>
                <w:b/>
                <w:sz w:val="20"/>
              </w:rPr>
              <w:t>0</w:t>
            </w:r>
            <w:r w:rsidRPr="003736AC">
              <w:rPr>
                <w:rFonts w:ascii="Poppins" w:hAnsi="Poppins" w:cs="Poppins"/>
                <w:b/>
                <w:sz w:val="20"/>
              </w:rPr>
              <w:t>8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32F0C" w:rsidRPr="004C6F17" w14:paraId="3ED8C6ED" w14:textId="77777777" w:rsidTr="00FD02BC">
        <w:tc>
          <w:tcPr>
            <w:tcW w:w="1311" w:type="dxa"/>
          </w:tcPr>
          <w:p w14:paraId="73AF2E3D" w14:textId="7BC672DD" w:rsidR="00C32F0C" w:rsidRPr="00572F5E" w:rsidRDefault="00C32F0C" w:rsidP="00C32F0C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281341</w:t>
            </w:r>
            <w:r>
              <w:rPr>
                <w:rFonts w:ascii="Poppins" w:hAnsi="Poppins" w:cs="Poppins"/>
                <w:sz w:val="20"/>
              </w:rPr>
              <w:t>84</w:t>
            </w:r>
          </w:p>
        </w:tc>
        <w:tc>
          <w:tcPr>
            <w:tcW w:w="2086" w:type="dxa"/>
          </w:tcPr>
          <w:p w14:paraId="6177964E" w14:textId="77777777" w:rsidR="00C32F0C" w:rsidRDefault="00C32F0C" w:rsidP="00C32F0C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con grafite H</w:t>
            </w:r>
            <w:r>
              <w:rPr>
                <w:rFonts w:ascii="Poppins" w:hAnsi="Poppins" w:cs="Poppins"/>
                <w:sz w:val="20"/>
              </w:rPr>
              <w:t>23 CAM</w:t>
            </w:r>
          </w:p>
          <w:p w14:paraId="228DCF33" w14:textId="306C3367" w:rsidR="00C32F0C" w:rsidRPr="00572F5E" w:rsidRDefault="00C32F0C" w:rsidP="00C32F0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12,48 m2)</w:t>
            </w:r>
          </w:p>
        </w:tc>
        <w:tc>
          <w:tcPr>
            <w:tcW w:w="6101" w:type="dxa"/>
          </w:tcPr>
          <w:p w14:paraId="0F2359A1" w14:textId="1D3C1EE4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in polistirene espanso tipo EPS 150 additivato con grafite, in conformità alla norma UNI 13163, con superficie a bugne ed incastri perimetrali maschio – femmina a forma cilindrica ed accoppiato con un film termoformato in polistirene rigido spessore 0,65 mm. </w:t>
            </w:r>
          </w:p>
          <w:p w14:paraId="218F81AF" w14:textId="77777777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9A49CB" w14:textId="77777777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070DCAF7" w14:textId="58979962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0</w:t>
            </w:r>
            <w:r>
              <w:rPr>
                <w:rFonts w:ascii="Poppins" w:hAnsi="Poppins" w:cs="Poppins"/>
                <w:sz w:val="20"/>
              </w:rPr>
              <w:t>,75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2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37300D85" w14:textId="77777777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1C56463E" w14:textId="760AC17C" w:rsidR="00C32F0C" w:rsidRPr="00276568" w:rsidRDefault="00C32F0C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>, confezione da 1</w:t>
            </w:r>
            <w:r>
              <w:rPr>
                <w:rFonts w:ascii="Poppins" w:hAnsi="Poppins" w:cs="Poppins"/>
                <w:sz w:val="20"/>
              </w:rPr>
              <w:t>2,</w:t>
            </w:r>
            <w:r w:rsidRPr="00572F5E"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5A323AB9" w14:textId="77777777" w:rsidR="00C32F0C" w:rsidRDefault="00C32F0C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4039EC0" w14:textId="77777777" w:rsidR="00C32F0C" w:rsidRPr="00714B32" w:rsidRDefault="00C32F0C" w:rsidP="007E50B8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Pannelli conformi CAM (Criteri Ambientali Minimi).</w:t>
            </w:r>
          </w:p>
          <w:p w14:paraId="29EE19E5" w14:textId="77777777" w:rsidR="00C32F0C" w:rsidRPr="00572F5E" w:rsidRDefault="00C32F0C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552A6E1" w14:textId="66AFAE14" w:rsidR="00C32F0C" w:rsidRPr="00572F5E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562925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562925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562925">
              <w:rPr>
                <w:rFonts w:ascii="Poppins" w:hAnsi="Poppins" w:cs="Poppins"/>
                <w:b/>
                <w:sz w:val="20"/>
              </w:rPr>
              <w:t xml:space="preserve"> con grafite H23 CAM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62925">
              <w:rPr>
                <w:rFonts w:ascii="Poppins" w:hAnsi="Poppins" w:cs="Poppins"/>
                <w:b/>
                <w:sz w:val="20"/>
              </w:rPr>
              <w:t>(Conf. 12,48 m2)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32F0C" w:rsidRPr="004C6F17" w14:paraId="1C10FD9D" w14:textId="77777777" w:rsidTr="00FD02BC">
        <w:tc>
          <w:tcPr>
            <w:tcW w:w="1311" w:type="dxa"/>
          </w:tcPr>
          <w:p w14:paraId="47EAECF0" w14:textId="71E22B34" w:rsidR="00C32F0C" w:rsidRPr="00572F5E" w:rsidRDefault="00C32F0C" w:rsidP="00C32F0C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2813412</w:t>
            </w:r>
            <w:r>
              <w:rPr>
                <w:rFonts w:ascii="Poppins" w:hAnsi="Poppins" w:cs="Poppins"/>
                <w:sz w:val="20"/>
              </w:rPr>
              <w:t>3</w:t>
            </w:r>
          </w:p>
        </w:tc>
        <w:tc>
          <w:tcPr>
            <w:tcW w:w="2086" w:type="dxa"/>
          </w:tcPr>
          <w:p w14:paraId="583CBCD5" w14:textId="77777777" w:rsidR="00C32F0C" w:rsidRDefault="00C32F0C" w:rsidP="00C32F0C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con grafite</w:t>
            </w:r>
          </w:p>
          <w:p w14:paraId="3C76121D" w14:textId="40C171EF" w:rsidR="00C32F0C" w:rsidRDefault="00C32F0C" w:rsidP="00C32F0C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H3</w:t>
            </w:r>
            <w:r>
              <w:rPr>
                <w:rFonts w:ascii="Poppins" w:hAnsi="Poppins" w:cs="Poppins"/>
                <w:sz w:val="20"/>
              </w:rPr>
              <w:t>8</w:t>
            </w:r>
          </w:p>
          <w:p w14:paraId="1A909259" w14:textId="3E0DCA24" w:rsidR="00C32F0C" w:rsidRPr="00572F5E" w:rsidRDefault="00C32F0C" w:rsidP="00C32F0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7,68 m2)</w:t>
            </w:r>
          </w:p>
        </w:tc>
        <w:tc>
          <w:tcPr>
            <w:tcW w:w="6101" w:type="dxa"/>
          </w:tcPr>
          <w:p w14:paraId="1458960E" w14:textId="77777777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2A539183" w14:textId="77777777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9AFCDB" w14:textId="77777777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Passo di posa 50 mm (a serpentina).</w:t>
            </w:r>
          </w:p>
          <w:p w14:paraId="21155D8D" w14:textId="2D119F7B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1</w:t>
            </w:r>
            <w:r>
              <w:rPr>
                <w:rFonts w:ascii="Poppins" w:hAnsi="Poppins" w:cs="Poppins"/>
                <w:sz w:val="20"/>
              </w:rPr>
              <w:t>,25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3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5CC06160" w14:textId="77777777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374B2E09" w14:textId="15EEC849" w:rsidR="00C32F0C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, confezione da </w:t>
            </w:r>
            <w:r>
              <w:rPr>
                <w:rFonts w:ascii="Poppins" w:hAnsi="Poppins" w:cs="Poppins"/>
                <w:sz w:val="20"/>
              </w:rPr>
              <w:t>7,</w:t>
            </w:r>
            <w:r w:rsidRPr="00572F5E">
              <w:rPr>
                <w:rFonts w:ascii="Poppins" w:hAnsi="Poppins" w:cs="Poppins"/>
                <w:sz w:val="20"/>
              </w:rPr>
              <w:t>6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525A4872" w14:textId="77777777" w:rsidR="00C32F0C" w:rsidRDefault="00C32F0C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161F3EE" w14:textId="20F95F72" w:rsidR="00C32F0C" w:rsidRPr="00963FDF" w:rsidRDefault="00C32F0C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Articolo previsto SOLO per spedizioni nelle seguenti regioni: Emilia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Romagna, Friuli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Venezia Giulia, Liguria, Lombardia, Marche, Piemonte, Sardegna, Toscana, Trentino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 xml:space="preserve"> Alto Adige, Valle d’Aosta, Veneto.</w:t>
            </w:r>
          </w:p>
          <w:p w14:paraId="5A31D09B" w14:textId="77777777" w:rsidR="00C32F0C" w:rsidRPr="00572F5E" w:rsidRDefault="00C32F0C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41CB322" w14:textId="583C689A" w:rsidR="00C32F0C" w:rsidRPr="00572F5E" w:rsidRDefault="00C32F0C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A96F29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A96F29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A96F29">
              <w:rPr>
                <w:rFonts w:ascii="Poppins" w:hAnsi="Poppins" w:cs="Poppins"/>
                <w:b/>
                <w:sz w:val="20"/>
              </w:rPr>
              <w:t xml:space="preserve"> con grafite H38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96F29">
              <w:rPr>
                <w:rFonts w:ascii="Poppins" w:hAnsi="Poppins" w:cs="Poppins"/>
                <w:b/>
                <w:sz w:val="20"/>
              </w:rPr>
              <w:t>(Conf. 7,68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1421B" w:rsidRPr="004C6F17" w14:paraId="6E253D59" w14:textId="77777777" w:rsidTr="00FD02BC">
        <w:tc>
          <w:tcPr>
            <w:tcW w:w="1311" w:type="dxa"/>
          </w:tcPr>
          <w:p w14:paraId="4FDBD940" w14:textId="54F47779" w:rsidR="0021421B" w:rsidRPr="00572F5E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4216</w:t>
            </w:r>
          </w:p>
        </w:tc>
        <w:tc>
          <w:tcPr>
            <w:tcW w:w="2086" w:type="dxa"/>
          </w:tcPr>
          <w:p w14:paraId="5E506005" w14:textId="192B1934" w:rsidR="0021421B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S </w:t>
            </w:r>
            <w:r w:rsidRPr="00572F5E">
              <w:rPr>
                <w:rFonts w:ascii="Poppins" w:hAnsi="Poppins" w:cs="Poppins"/>
                <w:sz w:val="20"/>
              </w:rPr>
              <w:t>con grafite</w:t>
            </w:r>
          </w:p>
          <w:p w14:paraId="4C809527" w14:textId="77777777" w:rsidR="0021421B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H3</w:t>
            </w:r>
            <w:r>
              <w:rPr>
                <w:rFonts w:ascii="Poppins" w:hAnsi="Poppins" w:cs="Poppins"/>
                <w:sz w:val="20"/>
              </w:rPr>
              <w:t>8</w:t>
            </w:r>
          </w:p>
          <w:p w14:paraId="402A3B86" w14:textId="4761E7B5" w:rsidR="0021421B" w:rsidRPr="00572F5E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>
              <w:rPr>
                <w:rFonts w:ascii="Poppins" w:hAnsi="Poppins" w:cs="Poppins"/>
                <w:sz w:val="20"/>
              </w:rPr>
              <w:t>6</w:t>
            </w:r>
            <w:r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72</w:t>
            </w:r>
            <w:r>
              <w:rPr>
                <w:rFonts w:ascii="Poppins" w:hAnsi="Poppins" w:cs="Poppins"/>
                <w:sz w:val="20"/>
              </w:rPr>
              <w:t xml:space="preserve"> m2)</w:t>
            </w:r>
          </w:p>
        </w:tc>
        <w:tc>
          <w:tcPr>
            <w:tcW w:w="6101" w:type="dxa"/>
          </w:tcPr>
          <w:p w14:paraId="63CEE7A7" w14:textId="4AD6F4AB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399D64D" w14:textId="77777777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BEF947" w14:textId="77777777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C6DE033" w14:textId="448A6E5E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</w:t>
            </w:r>
            <w:r w:rsidR="00EC54E8">
              <w:rPr>
                <w:rFonts w:ascii="Poppins" w:hAnsi="Poppins" w:cs="Poppins"/>
                <w:sz w:val="20"/>
              </w:rPr>
              <w:t>4</w:t>
            </w:r>
            <w:r w:rsidRPr="00572F5E">
              <w:rPr>
                <w:rFonts w:ascii="Poppins" w:hAnsi="Poppins" w:cs="Poppins"/>
                <w:sz w:val="20"/>
              </w:rPr>
              <w:t xml:space="preserve">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1</w:t>
            </w:r>
            <w:r>
              <w:rPr>
                <w:rFonts w:ascii="Poppins" w:hAnsi="Poppins" w:cs="Poppins"/>
                <w:sz w:val="20"/>
              </w:rPr>
              <w:t>,25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3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6</w:t>
            </w:r>
            <w:r w:rsidR="00EC54E8">
              <w:rPr>
                <w:rFonts w:ascii="Poppins" w:hAnsi="Poppins" w:cs="Poppins"/>
                <w:sz w:val="20"/>
              </w:rPr>
              <w:t>1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0E3EE257" w14:textId="77777777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1D7DE6F8" w14:textId="5A26C6DD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</w:t>
            </w:r>
            <w:r w:rsidR="00EC54E8">
              <w:rPr>
                <w:rFonts w:ascii="Poppins" w:hAnsi="Poppins" w:cs="Poppins"/>
                <w:sz w:val="20"/>
              </w:rPr>
              <w:t>4</w:t>
            </w:r>
            <w:r w:rsidRPr="00572F5E">
              <w:rPr>
                <w:rFonts w:ascii="Poppins" w:hAnsi="Poppins" w:cs="Poppins"/>
                <w:sz w:val="20"/>
              </w:rPr>
              <w:t>00x800x</w:t>
            </w:r>
            <w:r>
              <w:rPr>
                <w:rFonts w:ascii="Poppins" w:hAnsi="Poppins" w:cs="Poppins"/>
                <w:sz w:val="20"/>
              </w:rPr>
              <w:t>6</w:t>
            </w:r>
            <w:r w:rsidR="00EC54E8">
              <w:rPr>
                <w:rFonts w:ascii="Poppins" w:hAnsi="Poppins" w:cs="Poppins"/>
                <w:sz w:val="20"/>
              </w:rPr>
              <w:t>1</w:t>
            </w:r>
            <w:r w:rsidRPr="00572F5E">
              <w:rPr>
                <w:rFonts w:ascii="Poppins" w:hAnsi="Poppins" w:cs="Poppins"/>
                <w:sz w:val="20"/>
              </w:rPr>
              <w:t xml:space="preserve">, confezione da </w:t>
            </w:r>
            <w:r w:rsidR="00EC54E8">
              <w:rPr>
                <w:rFonts w:ascii="Poppins" w:hAnsi="Poppins" w:cs="Poppins"/>
                <w:sz w:val="20"/>
              </w:rPr>
              <w:t>6</w:t>
            </w:r>
            <w:r>
              <w:rPr>
                <w:rFonts w:ascii="Poppins" w:hAnsi="Poppins" w:cs="Poppins"/>
                <w:sz w:val="20"/>
              </w:rPr>
              <w:t>,</w:t>
            </w:r>
            <w:r w:rsidR="00EC54E8">
              <w:rPr>
                <w:rFonts w:ascii="Poppins" w:hAnsi="Poppins" w:cs="Poppins"/>
                <w:sz w:val="20"/>
              </w:rPr>
              <w:t>72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021276E3" w14:textId="77777777" w:rsidR="0021421B" w:rsidRDefault="0021421B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3791C6E" w14:textId="77777777" w:rsidR="00EC54E8" w:rsidRPr="006D1F2F" w:rsidRDefault="00EC54E8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Articolo previsto SOLO per spedizioni nelle seguenti regioni: Abruzzo, Basilicata, Calabria, Campania, Lazio, Molise, Puglia, Sicilia, Umbria.</w:t>
            </w:r>
          </w:p>
          <w:p w14:paraId="372C4200" w14:textId="77777777" w:rsidR="0021421B" w:rsidRPr="00572F5E" w:rsidRDefault="0021421B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F3A6443" w14:textId="0E4942B2" w:rsidR="0021421B" w:rsidRPr="00572F5E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A96F29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A96F29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A96F29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EC54E8">
              <w:rPr>
                <w:rFonts w:ascii="Poppins" w:hAnsi="Poppins" w:cs="Poppins"/>
                <w:b/>
                <w:sz w:val="20"/>
              </w:rPr>
              <w:t xml:space="preserve">S </w:t>
            </w:r>
            <w:r w:rsidRPr="00A96F29">
              <w:rPr>
                <w:rFonts w:ascii="Poppins" w:hAnsi="Poppins" w:cs="Poppins"/>
                <w:b/>
                <w:sz w:val="20"/>
              </w:rPr>
              <w:t>con grafite H38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96F29">
              <w:rPr>
                <w:rFonts w:ascii="Poppins" w:hAnsi="Poppins" w:cs="Poppins"/>
                <w:b/>
                <w:sz w:val="20"/>
              </w:rPr>
              <w:t xml:space="preserve">(Conf. </w:t>
            </w:r>
            <w:r w:rsidR="00EC54E8">
              <w:rPr>
                <w:rFonts w:ascii="Poppins" w:hAnsi="Poppins" w:cs="Poppins"/>
                <w:b/>
                <w:sz w:val="20"/>
              </w:rPr>
              <w:t>6</w:t>
            </w:r>
            <w:r w:rsidRPr="00A96F29">
              <w:rPr>
                <w:rFonts w:ascii="Poppins" w:hAnsi="Poppins" w:cs="Poppins"/>
                <w:b/>
                <w:sz w:val="20"/>
              </w:rPr>
              <w:t>,</w:t>
            </w:r>
            <w:r w:rsidR="00EC54E8">
              <w:rPr>
                <w:rFonts w:ascii="Poppins" w:hAnsi="Poppins" w:cs="Poppins"/>
                <w:b/>
                <w:sz w:val="20"/>
              </w:rPr>
              <w:t>72</w:t>
            </w:r>
            <w:r w:rsidRPr="00A96F29">
              <w:rPr>
                <w:rFonts w:ascii="Poppins" w:hAnsi="Poppins" w:cs="Poppins"/>
                <w:b/>
                <w:sz w:val="20"/>
              </w:rPr>
              <w:t xml:space="preserve">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1421B" w:rsidRPr="004C6F17" w14:paraId="7426D020" w14:textId="77777777" w:rsidTr="00FD02BC">
        <w:tc>
          <w:tcPr>
            <w:tcW w:w="1311" w:type="dxa"/>
          </w:tcPr>
          <w:p w14:paraId="3F4F37AD" w14:textId="142ECADC" w:rsidR="0021421B" w:rsidRPr="00572F5E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</w:t>
            </w:r>
            <w:r>
              <w:rPr>
                <w:rFonts w:ascii="Poppins" w:hAnsi="Poppins" w:cs="Poppins"/>
                <w:sz w:val="20"/>
              </w:rPr>
              <w:t>186</w:t>
            </w:r>
          </w:p>
        </w:tc>
        <w:tc>
          <w:tcPr>
            <w:tcW w:w="2086" w:type="dxa"/>
          </w:tcPr>
          <w:p w14:paraId="1C7A81F6" w14:textId="77777777" w:rsidR="0021421B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con grafite</w:t>
            </w:r>
          </w:p>
          <w:p w14:paraId="65FEA010" w14:textId="0E062307" w:rsidR="0021421B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H3</w:t>
            </w:r>
            <w:r>
              <w:rPr>
                <w:rFonts w:ascii="Poppins" w:hAnsi="Poppins" w:cs="Poppins"/>
                <w:sz w:val="20"/>
              </w:rPr>
              <w:t>8 CAM</w:t>
            </w:r>
          </w:p>
          <w:p w14:paraId="5D17AD14" w14:textId="4AFC2918" w:rsidR="0021421B" w:rsidRPr="00572F5E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7,68 m2)</w:t>
            </w:r>
          </w:p>
        </w:tc>
        <w:tc>
          <w:tcPr>
            <w:tcW w:w="6101" w:type="dxa"/>
          </w:tcPr>
          <w:p w14:paraId="5C838D42" w14:textId="550916DA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in polistirene espanso tipo EPS 150 additivato con grafite, in conformità alla norma UNI 13163, con superficie a bugne ed incastri perimetrali maschio – femmina a forma cilindrica ed accoppiato con un film termoformato in polistirene rigido spessore 0,65 mm. </w:t>
            </w:r>
          </w:p>
          <w:p w14:paraId="10C9C491" w14:textId="77777777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CF043E" w14:textId="77777777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5FE28D92" w14:textId="06792DD3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1</w:t>
            </w:r>
            <w:r>
              <w:rPr>
                <w:rFonts w:ascii="Poppins" w:hAnsi="Poppins" w:cs="Poppins"/>
                <w:sz w:val="20"/>
              </w:rPr>
              <w:t>,25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3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115E0C15" w14:textId="77777777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600246A3" w14:textId="7B4E6A56" w:rsidR="0021421B" w:rsidRPr="00572F5E" w:rsidRDefault="0021421B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, confezione da </w:t>
            </w:r>
            <w:r>
              <w:rPr>
                <w:rFonts w:ascii="Poppins" w:hAnsi="Poppins" w:cs="Poppins"/>
                <w:sz w:val="20"/>
              </w:rPr>
              <w:t>7,</w:t>
            </w:r>
            <w:r w:rsidRPr="00572F5E">
              <w:rPr>
                <w:rFonts w:ascii="Poppins" w:hAnsi="Poppins" w:cs="Poppins"/>
                <w:sz w:val="20"/>
              </w:rPr>
              <w:t>6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3DCF0E7E" w14:textId="77777777" w:rsidR="0021421B" w:rsidRDefault="0021421B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B6BD8BB" w14:textId="77777777" w:rsidR="0021421B" w:rsidRPr="00714B32" w:rsidRDefault="0021421B" w:rsidP="007E50B8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Pannelli conformi CAM (Criteri Ambientali Minimi).</w:t>
            </w:r>
          </w:p>
          <w:p w14:paraId="0366596D" w14:textId="77777777" w:rsidR="0021421B" w:rsidRPr="00572F5E" w:rsidRDefault="0021421B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057D22C" w14:textId="550F4B0E" w:rsidR="0021421B" w:rsidRPr="00572F5E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415A8D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415A8D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415A8D">
              <w:rPr>
                <w:rFonts w:ascii="Poppins" w:hAnsi="Poppins" w:cs="Poppins"/>
                <w:b/>
                <w:sz w:val="20"/>
              </w:rPr>
              <w:t xml:space="preserve"> con grafite H38 CAM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15A8D">
              <w:rPr>
                <w:rFonts w:ascii="Poppins" w:hAnsi="Poppins" w:cs="Poppins"/>
                <w:b/>
                <w:sz w:val="20"/>
              </w:rPr>
              <w:t>(Conf. 7,68 m2)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1421B" w:rsidRPr="004C6F17" w14:paraId="14307726" w14:textId="77777777" w:rsidTr="00FD02BC">
        <w:tc>
          <w:tcPr>
            <w:tcW w:w="1311" w:type="dxa"/>
          </w:tcPr>
          <w:p w14:paraId="52DE36D7" w14:textId="608315B1" w:rsidR="0021421B" w:rsidRPr="00572F5E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2813403</w:t>
            </w:r>
            <w:r>
              <w:rPr>
                <w:rFonts w:ascii="Poppins" w:hAnsi="Poppins" w:cs="Poppins"/>
                <w:sz w:val="20"/>
              </w:rPr>
              <w:t>9</w:t>
            </w:r>
          </w:p>
        </w:tc>
        <w:tc>
          <w:tcPr>
            <w:tcW w:w="2086" w:type="dxa"/>
          </w:tcPr>
          <w:p w14:paraId="30F68ED9" w14:textId="77777777" w:rsidR="0021421B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con grafite</w:t>
            </w:r>
          </w:p>
          <w:p w14:paraId="7B2D94D2" w14:textId="1C8EE511" w:rsidR="0021421B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H4</w:t>
            </w:r>
            <w:r>
              <w:rPr>
                <w:rFonts w:ascii="Poppins" w:hAnsi="Poppins" w:cs="Poppins"/>
                <w:sz w:val="20"/>
              </w:rPr>
              <w:t>5</w:t>
            </w:r>
          </w:p>
          <w:p w14:paraId="31EAC8E6" w14:textId="7ACFE38B" w:rsidR="0021421B" w:rsidRPr="00572F5E" w:rsidRDefault="0021421B" w:rsidP="0021421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7,68 m2)</w:t>
            </w:r>
          </w:p>
        </w:tc>
        <w:tc>
          <w:tcPr>
            <w:tcW w:w="6101" w:type="dxa"/>
          </w:tcPr>
          <w:p w14:paraId="5099FE3F" w14:textId="77777777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5B0769B2" w14:textId="77777777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F941A6" w14:textId="77777777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58ABB4A6" w14:textId="2A61DD6F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1</w:t>
            </w:r>
            <w:r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50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6</w:t>
            </w:r>
            <w:r>
              <w:rPr>
                <w:rFonts w:ascii="Poppins" w:hAnsi="Poppins" w:cs="Poppins"/>
                <w:sz w:val="20"/>
              </w:rPr>
              <w:t>7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28A572E8" w14:textId="77777777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1729DD86" w14:textId="660BA6D6" w:rsidR="0021421B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1200x800x6</w:t>
            </w:r>
            <w:r>
              <w:rPr>
                <w:rFonts w:ascii="Poppins" w:hAnsi="Poppins" w:cs="Poppins"/>
                <w:sz w:val="20"/>
              </w:rPr>
              <w:t>7</w:t>
            </w:r>
            <w:r w:rsidRPr="00572F5E">
              <w:rPr>
                <w:rFonts w:ascii="Poppins" w:hAnsi="Poppins" w:cs="Poppins"/>
                <w:sz w:val="20"/>
              </w:rPr>
              <w:t xml:space="preserve">, confezione da </w:t>
            </w:r>
            <w:r w:rsidR="00682A02">
              <w:rPr>
                <w:rFonts w:ascii="Poppins" w:hAnsi="Poppins" w:cs="Poppins"/>
                <w:sz w:val="20"/>
              </w:rPr>
              <w:t>7,68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41B72A7B" w14:textId="77777777" w:rsidR="0021421B" w:rsidRDefault="0021421B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AFFF973" w14:textId="2751D5F0" w:rsidR="0021421B" w:rsidRPr="00963FDF" w:rsidRDefault="0021421B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Articolo previsto SOLO per spedizioni nelle seguenti regioni: Emilia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Romagna, Friuli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Venezia Giulia, Liguria, Lombardia, Marche, Piemonte, Sardegna, Toscana, Trentino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 xml:space="preserve"> Alto Adige, Valle d’Aosta, Veneto.</w:t>
            </w:r>
          </w:p>
          <w:p w14:paraId="3C241979" w14:textId="77777777" w:rsidR="0021421B" w:rsidRPr="00572F5E" w:rsidRDefault="0021421B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FF20ED9" w14:textId="32CF6BE2" w:rsidR="0021421B" w:rsidRPr="00572F5E" w:rsidRDefault="0021421B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E8611A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E8611A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E8611A">
              <w:rPr>
                <w:rFonts w:ascii="Poppins" w:hAnsi="Poppins" w:cs="Poppins"/>
                <w:b/>
                <w:sz w:val="20"/>
              </w:rPr>
              <w:t xml:space="preserve"> con grafite H45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E8611A">
              <w:rPr>
                <w:rFonts w:ascii="Poppins" w:hAnsi="Poppins" w:cs="Poppins"/>
                <w:b/>
                <w:sz w:val="20"/>
              </w:rPr>
              <w:t>(Conf. 7,68 m2)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82A02" w:rsidRPr="004C6F17" w14:paraId="71D96205" w14:textId="77777777" w:rsidTr="00FD02BC">
        <w:tc>
          <w:tcPr>
            <w:tcW w:w="1311" w:type="dxa"/>
          </w:tcPr>
          <w:p w14:paraId="5CFBE17F" w14:textId="069D7F7B" w:rsidR="00682A02" w:rsidRPr="00572F5E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</w:t>
            </w:r>
            <w:r>
              <w:rPr>
                <w:rFonts w:ascii="Poppins" w:hAnsi="Poppins" w:cs="Poppins"/>
                <w:sz w:val="20"/>
              </w:rPr>
              <w:t>218</w:t>
            </w:r>
          </w:p>
        </w:tc>
        <w:tc>
          <w:tcPr>
            <w:tcW w:w="2086" w:type="dxa"/>
          </w:tcPr>
          <w:p w14:paraId="3B968A85" w14:textId="6D281141" w:rsidR="00682A02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S </w:t>
            </w:r>
            <w:r w:rsidRPr="00572F5E">
              <w:rPr>
                <w:rFonts w:ascii="Poppins" w:hAnsi="Poppins" w:cs="Poppins"/>
                <w:sz w:val="20"/>
              </w:rPr>
              <w:t>con grafite</w:t>
            </w:r>
          </w:p>
          <w:p w14:paraId="194CDE65" w14:textId="77777777" w:rsidR="00682A02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H4</w:t>
            </w:r>
            <w:r>
              <w:rPr>
                <w:rFonts w:ascii="Poppins" w:hAnsi="Poppins" w:cs="Poppins"/>
                <w:sz w:val="20"/>
              </w:rPr>
              <w:t>5</w:t>
            </w:r>
          </w:p>
          <w:p w14:paraId="4606A27F" w14:textId="224A99F7" w:rsidR="00682A02" w:rsidRPr="00572F5E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</w:t>
            </w:r>
            <w:r>
              <w:rPr>
                <w:rFonts w:ascii="Poppins" w:hAnsi="Poppins" w:cs="Poppins"/>
                <w:sz w:val="20"/>
              </w:rPr>
              <w:t xml:space="preserve"> 6,72</w:t>
            </w:r>
            <w:r>
              <w:rPr>
                <w:rFonts w:ascii="Poppins" w:hAnsi="Poppins" w:cs="Poppins"/>
                <w:sz w:val="20"/>
              </w:rPr>
              <w:t xml:space="preserve"> m2)</w:t>
            </w:r>
          </w:p>
        </w:tc>
        <w:tc>
          <w:tcPr>
            <w:tcW w:w="6101" w:type="dxa"/>
          </w:tcPr>
          <w:p w14:paraId="56C0FD72" w14:textId="3F7C46B2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rigido.</w:t>
            </w:r>
          </w:p>
          <w:p w14:paraId="44C7DE8C" w14:textId="77777777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B17C6C" w14:textId="77777777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DFF13BA" w14:textId="6E70D24D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</w:t>
            </w:r>
            <w:r>
              <w:rPr>
                <w:rFonts w:ascii="Poppins" w:hAnsi="Poppins" w:cs="Poppins"/>
                <w:sz w:val="20"/>
              </w:rPr>
              <w:t>4</w:t>
            </w:r>
            <w:r w:rsidRPr="00572F5E">
              <w:rPr>
                <w:rFonts w:ascii="Poppins" w:hAnsi="Poppins" w:cs="Poppins"/>
                <w:sz w:val="20"/>
              </w:rPr>
              <w:t xml:space="preserve">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1</w:t>
            </w:r>
            <w:r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50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6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2DA48DE7" w14:textId="77777777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Interasse multiplo tra i tubi: 5 cm.</w:t>
            </w:r>
          </w:p>
          <w:p w14:paraId="1CE4ADC3" w14:textId="1216522B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572F5E">
              <w:rPr>
                <w:rFonts w:ascii="Poppins" w:hAnsi="Poppins" w:cs="Poppins"/>
                <w:sz w:val="20"/>
              </w:rPr>
              <w:t>00x800x6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, confezione da </w:t>
            </w:r>
            <w:r>
              <w:rPr>
                <w:rFonts w:ascii="Poppins" w:hAnsi="Poppins" w:cs="Poppins"/>
                <w:sz w:val="20"/>
              </w:rPr>
              <w:t>6,72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0BEAD953" w14:textId="77777777" w:rsidR="00682A02" w:rsidRDefault="00682A0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3CDE3A" w14:textId="77777777" w:rsidR="00B82E74" w:rsidRPr="006D1F2F" w:rsidRDefault="00B82E74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Articolo previsto SOLO per spedizioni nelle seguenti regioni: Abruzzo, Basilicata, Calabria, Campania, Lazio, Molise, Puglia, Sicilia, Umbria.</w:t>
            </w:r>
          </w:p>
          <w:p w14:paraId="54B5B747" w14:textId="77777777" w:rsidR="00682A02" w:rsidRPr="00572F5E" w:rsidRDefault="00682A0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794C86B" w14:textId="51199BCE" w:rsidR="00682A02" w:rsidRPr="00572F5E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E8611A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E8611A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E8611A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B82E74">
              <w:rPr>
                <w:rFonts w:ascii="Poppins" w:hAnsi="Poppins" w:cs="Poppins"/>
                <w:b/>
                <w:sz w:val="20"/>
              </w:rPr>
              <w:t xml:space="preserve">S </w:t>
            </w:r>
            <w:r w:rsidRPr="00E8611A">
              <w:rPr>
                <w:rFonts w:ascii="Poppins" w:hAnsi="Poppins" w:cs="Poppins"/>
                <w:b/>
                <w:sz w:val="20"/>
              </w:rPr>
              <w:t>con grafite H45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E8611A">
              <w:rPr>
                <w:rFonts w:ascii="Poppins" w:hAnsi="Poppins" w:cs="Poppins"/>
                <w:b/>
                <w:sz w:val="20"/>
              </w:rPr>
              <w:t xml:space="preserve">(Conf. </w:t>
            </w:r>
            <w:r>
              <w:rPr>
                <w:rFonts w:ascii="Poppins" w:hAnsi="Poppins" w:cs="Poppins"/>
                <w:b/>
                <w:sz w:val="20"/>
              </w:rPr>
              <w:t>6</w:t>
            </w:r>
            <w:r w:rsidRPr="00E8611A">
              <w:rPr>
                <w:rFonts w:ascii="Poppins" w:hAnsi="Poppins" w:cs="Poppins"/>
                <w:b/>
                <w:sz w:val="20"/>
              </w:rPr>
              <w:t>,</w:t>
            </w:r>
            <w:r>
              <w:rPr>
                <w:rFonts w:ascii="Poppins" w:hAnsi="Poppins" w:cs="Poppins"/>
                <w:b/>
                <w:sz w:val="20"/>
              </w:rPr>
              <w:t>72</w:t>
            </w:r>
            <w:r w:rsidRPr="00E8611A">
              <w:rPr>
                <w:rFonts w:ascii="Poppins" w:hAnsi="Poppins" w:cs="Poppins"/>
                <w:b/>
                <w:sz w:val="20"/>
              </w:rPr>
              <w:t xml:space="preserve"> m2)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82A02" w:rsidRPr="004C6F17" w14:paraId="54B8E4F2" w14:textId="77777777" w:rsidTr="00FD02BC">
        <w:tc>
          <w:tcPr>
            <w:tcW w:w="1311" w:type="dxa"/>
          </w:tcPr>
          <w:p w14:paraId="360E895E" w14:textId="191910F3" w:rsidR="00682A02" w:rsidRPr="00572F5E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28134</w:t>
            </w:r>
            <w:r>
              <w:rPr>
                <w:rFonts w:ascii="Poppins" w:hAnsi="Poppins" w:cs="Poppins"/>
                <w:sz w:val="20"/>
              </w:rPr>
              <w:t>188</w:t>
            </w:r>
          </w:p>
        </w:tc>
        <w:tc>
          <w:tcPr>
            <w:tcW w:w="2086" w:type="dxa"/>
          </w:tcPr>
          <w:p w14:paraId="173FD9A1" w14:textId="77777777" w:rsidR="00682A02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con grafite</w:t>
            </w:r>
          </w:p>
          <w:p w14:paraId="1867D194" w14:textId="77777777" w:rsidR="00682A02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H4</w:t>
            </w:r>
            <w:r>
              <w:rPr>
                <w:rFonts w:ascii="Poppins" w:hAnsi="Poppins" w:cs="Poppins"/>
                <w:sz w:val="20"/>
              </w:rPr>
              <w:t>5 CAM</w:t>
            </w:r>
          </w:p>
          <w:p w14:paraId="66B8A181" w14:textId="19E9E6BF" w:rsidR="00682A02" w:rsidRPr="00572F5E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7,68 m2)</w:t>
            </w:r>
          </w:p>
        </w:tc>
        <w:tc>
          <w:tcPr>
            <w:tcW w:w="6101" w:type="dxa"/>
          </w:tcPr>
          <w:p w14:paraId="6B655B70" w14:textId="1EAE77F9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A933ACF" w14:textId="77777777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94F2A6" w14:textId="77777777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632DC5EF" w14:textId="43753DFF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1</w:t>
            </w:r>
            <w:r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50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6</w:t>
            </w:r>
            <w:r>
              <w:rPr>
                <w:rFonts w:ascii="Poppins" w:hAnsi="Poppins" w:cs="Poppins"/>
                <w:sz w:val="20"/>
              </w:rPr>
              <w:t>7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6E0F56EF" w14:textId="77777777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5D870B5B" w14:textId="0A92CC8A" w:rsidR="00682A02" w:rsidRPr="00572F5E" w:rsidRDefault="00682A0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1200x800x6</w:t>
            </w:r>
            <w:r>
              <w:rPr>
                <w:rFonts w:ascii="Poppins" w:hAnsi="Poppins" w:cs="Poppins"/>
                <w:sz w:val="20"/>
              </w:rPr>
              <w:t>7</w:t>
            </w:r>
            <w:r w:rsidRPr="00572F5E">
              <w:rPr>
                <w:rFonts w:ascii="Poppins" w:hAnsi="Poppins" w:cs="Poppins"/>
                <w:sz w:val="20"/>
              </w:rPr>
              <w:t xml:space="preserve">, confezione da </w:t>
            </w:r>
            <w:r w:rsidR="00852559">
              <w:rPr>
                <w:rFonts w:ascii="Poppins" w:hAnsi="Poppins" w:cs="Poppins"/>
                <w:sz w:val="20"/>
              </w:rPr>
              <w:t>7,68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2A71D27F" w14:textId="77777777" w:rsidR="00682A02" w:rsidRDefault="00682A0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BA520E2" w14:textId="77777777" w:rsidR="00682A02" w:rsidRPr="00714B32" w:rsidRDefault="00682A02" w:rsidP="007E50B8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Pannelli conformi CAM (Criteri Ambientali Minimi).</w:t>
            </w:r>
          </w:p>
          <w:p w14:paraId="38EB7AA2" w14:textId="77777777" w:rsidR="00682A02" w:rsidRPr="00572F5E" w:rsidRDefault="00682A0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418C135" w14:textId="6C2DBDD7" w:rsidR="00682A02" w:rsidRPr="00572F5E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546E32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546E32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546E32">
              <w:rPr>
                <w:rFonts w:ascii="Poppins" w:hAnsi="Poppins" w:cs="Poppins"/>
                <w:b/>
                <w:sz w:val="20"/>
              </w:rPr>
              <w:t xml:space="preserve"> con grafite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46E32">
              <w:rPr>
                <w:rFonts w:ascii="Poppins" w:hAnsi="Poppins" w:cs="Poppins"/>
                <w:b/>
                <w:sz w:val="20"/>
              </w:rPr>
              <w:t>H45 CAM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46E32">
              <w:rPr>
                <w:rFonts w:ascii="Poppins" w:hAnsi="Poppins" w:cs="Poppins"/>
                <w:b/>
                <w:sz w:val="20"/>
              </w:rPr>
              <w:t>(Conf. 7,68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82A02" w:rsidRPr="004C6F17" w14:paraId="0E62F225" w14:textId="77777777" w:rsidTr="00FD02BC">
        <w:tc>
          <w:tcPr>
            <w:tcW w:w="1311" w:type="dxa"/>
          </w:tcPr>
          <w:p w14:paraId="225797E4" w14:textId="0BA0D7E8" w:rsidR="00682A02" w:rsidRPr="00572F5E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2813412</w:t>
            </w:r>
            <w:r>
              <w:rPr>
                <w:rFonts w:ascii="Poppins" w:hAnsi="Poppins" w:cs="Poppins"/>
                <w:sz w:val="20"/>
              </w:rPr>
              <w:t>5</w:t>
            </w:r>
          </w:p>
        </w:tc>
        <w:tc>
          <w:tcPr>
            <w:tcW w:w="2086" w:type="dxa"/>
          </w:tcPr>
          <w:p w14:paraId="48EC954A" w14:textId="77777777" w:rsidR="00682A02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con grafite</w:t>
            </w:r>
          </w:p>
          <w:p w14:paraId="4B81DCCE" w14:textId="77777777" w:rsidR="00682A02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</w:t>
            </w:r>
            <w:r>
              <w:rPr>
                <w:rFonts w:ascii="Poppins" w:hAnsi="Poppins" w:cs="Poppins"/>
                <w:sz w:val="20"/>
              </w:rPr>
              <w:t>6</w:t>
            </w:r>
            <w:r w:rsidRPr="00572F5E">
              <w:rPr>
                <w:rFonts w:ascii="Poppins" w:hAnsi="Poppins" w:cs="Poppins"/>
                <w:sz w:val="20"/>
              </w:rPr>
              <w:t>0</w:t>
            </w:r>
          </w:p>
          <w:p w14:paraId="156ACA51" w14:textId="5FFADBEB" w:rsidR="00682A02" w:rsidRPr="00572F5E" w:rsidRDefault="00682A02" w:rsidP="00682A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5,76 m2)</w:t>
            </w:r>
          </w:p>
        </w:tc>
        <w:tc>
          <w:tcPr>
            <w:tcW w:w="6101" w:type="dxa"/>
          </w:tcPr>
          <w:p w14:paraId="797C693A" w14:textId="77777777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75F8C9AC" w14:textId="77777777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3C01AD" w14:textId="77777777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BE41A6F" w14:textId="18FF508C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2,00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 xml:space="preserve">K/W, spessore lastra 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>2 mm.</w:t>
            </w:r>
          </w:p>
          <w:p w14:paraId="6C157083" w14:textId="353ACD56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3CE039A7" w14:textId="5E4DDDF4" w:rsidR="00682A0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2, confezione da </w:t>
            </w:r>
            <w:r>
              <w:rPr>
                <w:rFonts w:ascii="Poppins" w:hAnsi="Poppins" w:cs="Poppins"/>
                <w:sz w:val="20"/>
              </w:rPr>
              <w:t>5,</w:t>
            </w:r>
            <w:r w:rsidRPr="00572F5E">
              <w:rPr>
                <w:rFonts w:ascii="Poppins" w:hAnsi="Poppins" w:cs="Poppins"/>
                <w:sz w:val="20"/>
              </w:rPr>
              <w:t>7</w:t>
            </w:r>
            <w:r>
              <w:rPr>
                <w:rFonts w:ascii="Poppins" w:hAnsi="Poppins" w:cs="Poppins"/>
                <w:sz w:val="20"/>
              </w:rPr>
              <w:t>6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5873448C" w14:textId="77777777" w:rsidR="00682A02" w:rsidRDefault="00682A0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1D79941" w14:textId="26AD6F57" w:rsidR="00682A02" w:rsidRPr="007A6F62" w:rsidRDefault="00682A02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Articolo previsto SOLO per spedizioni nelle seguenti regioni: Emilia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Romagna, Friuli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Venezia Giulia, Liguria, Lombardia, Marche, Piemonte, Sardegna, Toscana, Trentino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 xml:space="preserve"> Alto Adige, Valle d’Aosta, Veneto.</w:t>
            </w:r>
          </w:p>
          <w:p w14:paraId="0110864D" w14:textId="77777777" w:rsidR="00682A02" w:rsidRPr="00572F5E" w:rsidRDefault="00682A0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1FCE826" w14:textId="0E0D94E2" w:rsidR="00682A02" w:rsidRPr="00572F5E" w:rsidRDefault="00682A0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453F43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453F43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453F43">
              <w:rPr>
                <w:rFonts w:ascii="Poppins" w:hAnsi="Poppins" w:cs="Poppins"/>
                <w:b/>
                <w:sz w:val="20"/>
              </w:rPr>
              <w:t xml:space="preserve"> con grafite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53F43">
              <w:rPr>
                <w:rFonts w:ascii="Poppins" w:hAnsi="Poppins" w:cs="Poppins"/>
                <w:b/>
                <w:sz w:val="20"/>
              </w:rPr>
              <w:t>H60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53F43">
              <w:rPr>
                <w:rFonts w:ascii="Poppins" w:hAnsi="Poppins" w:cs="Poppins"/>
                <w:b/>
                <w:sz w:val="20"/>
              </w:rPr>
              <w:t>(Conf. 5,76 m2)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:rsidRPr="004C6F17" w14:paraId="3590C8AF" w14:textId="77777777" w:rsidTr="00FD02BC">
        <w:tc>
          <w:tcPr>
            <w:tcW w:w="1311" w:type="dxa"/>
          </w:tcPr>
          <w:p w14:paraId="1FBC8AAD" w14:textId="26E85A33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28134222</w:t>
            </w:r>
          </w:p>
        </w:tc>
        <w:tc>
          <w:tcPr>
            <w:tcW w:w="2086" w:type="dxa"/>
          </w:tcPr>
          <w:p w14:paraId="3C0A1FAD" w14:textId="0FCC0EC3" w:rsidR="00D9596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S </w:t>
            </w:r>
            <w:r w:rsidRPr="00572F5E">
              <w:rPr>
                <w:rFonts w:ascii="Poppins" w:hAnsi="Poppins" w:cs="Poppins"/>
                <w:sz w:val="20"/>
              </w:rPr>
              <w:t>con grafite</w:t>
            </w:r>
          </w:p>
          <w:p w14:paraId="6B6E0124" w14:textId="77777777" w:rsidR="00D9596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</w:t>
            </w:r>
            <w:r>
              <w:rPr>
                <w:rFonts w:ascii="Poppins" w:hAnsi="Poppins" w:cs="Poppins"/>
                <w:sz w:val="20"/>
              </w:rPr>
              <w:t>6</w:t>
            </w:r>
            <w:r w:rsidRPr="00572F5E">
              <w:rPr>
                <w:rFonts w:ascii="Poppins" w:hAnsi="Poppins" w:cs="Poppins"/>
                <w:sz w:val="20"/>
              </w:rPr>
              <w:t>0</w:t>
            </w:r>
          </w:p>
          <w:p w14:paraId="1F20E218" w14:textId="688D1B71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48</w:t>
            </w:r>
            <w:r>
              <w:rPr>
                <w:rFonts w:ascii="Poppins" w:hAnsi="Poppins" w:cs="Poppins"/>
                <w:sz w:val="20"/>
              </w:rPr>
              <w:t xml:space="preserve"> m2)</w:t>
            </w:r>
          </w:p>
        </w:tc>
        <w:tc>
          <w:tcPr>
            <w:tcW w:w="6101" w:type="dxa"/>
          </w:tcPr>
          <w:p w14:paraId="7B55F086" w14:textId="6B6DF87E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rigido.</w:t>
            </w:r>
          </w:p>
          <w:p w14:paraId="2AF93500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72FF44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17B7AB5F" w14:textId="00433F8C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2,00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 xml:space="preserve">K/W, spessore lastra 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8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7C3622EA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43E66F2E" w14:textId="10C71114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572F5E">
              <w:rPr>
                <w:rFonts w:ascii="Poppins" w:hAnsi="Poppins" w:cs="Poppins"/>
                <w:sz w:val="20"/>
              </w:rPr>
              <w:t>00x800x</w:t>
            </w:r>
            <w:r>
              <w:rPr>
                <w:rFonts w:ascii="Poppins" w:hAnsi="Poppins" w:cs="Poppins"/>
                <w:sz w:val="20"/>
              </w:rPr>
              <w:t>8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confezione da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4,48 </w:t>
            </w:r>
            <w:r w:rsidRPr="00572F5E">
              <w:rPr>
                <w:rFonts w:ascii="Poppins" w:hAnsi="Poppins" w:cs="Poppins"/>
                <w:sz w:val="20"/>
              </w:rPr>
              <w:t>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7A44216E" w14:textId="77777777" w:rsidR="00D95962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FE9BDF" w14:textId="77777777" w:rsidR="004B2094" w:rsidRPr="006D1F2F" w:rsidRDefault="004B2094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Articolo previsto SOLO per spedizioni nelle seguenti regioni: Abruzzo, Basilicata, Calabria, Campania, Lazio, Molise, Puglia, Sicilia, Umbria.</w:t>
            </w:r>
          </w:p>
          <w:p w14:paraId="41BE1E8D" w14:textId="77777777" w:rsidR="00D95962" w:rsidRPr="00572F5E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B8E84FD" w14:textId="289424B8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453F43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453F43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453F43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 xml:space="preserve">S </w:t>
            </w:r>
            <w:r w:rsidRPr="00453F43">
              <w:rPr>
                <w:rFonts w:ascii="Poppins" w:hAnsi="Poppins" w:cs="Poppins"/>
                <w:b/>
                <w:sz w:val="20"/>
              </w:rPr>
              <w:t>con grafite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53F43">
              <w:rPr>
                <w:rFonts w:ascii="Poppins" w:hAnsi="Poppins" w:cs="Poppins"/>
                <w:b/>
                <w:sz w:val="20"/>
              </w:rPr>
              <w:t>H60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53F43">
              <w:rPr>
                <w:rFonts w:ascii="Poppins" w:hAnsi="Poppins" w:cs="Poppins"/>
                <w:b/>
                <w:sz w:val="20"/>
              </w:rPr>
              <w:t xml:space="preserve">(Conf. </w:t>
            </w:r>
            <w:r w:rsidRPr="00D95962">
              <w:rPr>
                <w:rFonts w:ascii="Poppins" w:hAnsi="Poppins" w:cs="Poppins"/>
                <w:b/>
                <w:sz w:val="20"/>
              </w:rPr>
              <w:t>4,48</w:t>
            </w:r>
            <w:r w:rsidRPr="00453F43">
              <w:rPr>
                <w:rFonts w:ascii="Poppins" w:hAnsi="Poppins" w:cs="Poppins"/>
                <w:b/>
                <w:sz w:val="20"/>
              </w:rPr>
              <w:t xml:space="preserve"> m2)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:rsidRPr="004C6F17" w14:paraId="04D4B2F0" w14:textId="77777777" w:rsidTr="00FD02BC">
        <w:tc>
          <w:tcPr>
            <w:tcW w:w="1311" w:type="dxa"/>
          </w:tcPr>
          <w:p w14:paraId="53C2BDB5" w14:textId="4594A222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281341</w:t>
            </w:r>
            <w:r>
              <w:rPr>
                <w:rFonts w:ascii="Poppins" w:hAnsi="Poppins" w:cs="Poppins"/>
                <w:sz w:val="20"/>
              </w:rPr>
              <w:t>90</w:t>
            </w:r>
          </w:p>
        </w:tc>
        <w:tc>
          <w:tcPr>
            <w:tcW w:w="2086" w:type="dxa"/>
          </w:tcPr>
          <w:p w14:paraId="658BB2C8" w14:textId="77777777" w:rsidR="00D9596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572F5E">
              <w:rPr>
                <w:rFonts w:ascii="Poppins" w:hAnsi="Poppins" w:cs="Poppins"/>
                <w:sz w:val="20"/>
              </w:rPr>
              <w:t xml:space="preserve"> con grafite</w:t>
            </w:r>
          </w:p>
          <w:p w14:paraId="096DAE8B" w14:textId="79239803" w:rsidR="00D9596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</w:t>
            </w:r>
            <w:r>
              <w:rPr>
                <w:rFonts w:ascii="Poppins" w:hAnsi="Poppins" w:cs="Poppins"/>
                <w:sz w:val="20"/>
              </w:rPr>
              <w:t>6</w:t>
            </w:r>
            <w:r w:rsidRPr="00572F5E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 xml:space="preserve"> CAM</w:t>
            </w:r>
          </w:p>
          <w:p w14:paraId="70F4A643" w14:textId="6DFFF31B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5,76 m2)</w:t>
            </w:r>
          </w:p>
        </w:tc>
        <w:tc>
          <w:tcPr>
            <w:tcW w:w="6101" w:type="dxa"/>
          </w:tcPr>
          <w:p w14:paraId="51474911" w14:textId="11BAAE95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033EF05F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C1750F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1FB49DF6" w14:textId="4ED8C02D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, resistenza termica </w:t>
            </w:r>
            <w:proofErr w:type="spellStart"/>
            <w:r w:rsidRPr="00572F5E">
              <w:rPr>
                <w:rFonts w:ascii="Poppins" w:hAnsi="Poppins" w:cs="Poppins"/>
                <w:sz w:val="20"/>
              </w:rPr>
              <w:t>R</w:t>
            </w:r>
            <w:proofErr w:type="gramStart"/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proofErr w:type="spellEnd"/>
            <w:proofErr w:type="gramEnd"/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3:2021)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2,00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 xml:space="preserve">K/W, spessore lastra 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>2 mm.</w:t>
            </w:r>
          </w:p>
          <w:p w14:paraId="6F1CB437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3B3A979E" w14:textId="5EBFC78F" w:rsidR="00D95962" w:rsidRPr="00572F5E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2, confezione da </w:t>
            </w:r>
            <w:r>
              <w:rPr>
                <w:rFonts w:ascii="Poppins" w:hAnsi="Poppins" w:cs="Poppins"/>
                <w:sz w:val="20"/>
              </w:rPr>
              <w:t>5,</w:t>
            </w:r>
            <w:r w:rsidRPr="00572F5E">
              <w:rPr>
                <w:rFonts w:ascii="Poppins" w:hAnsi="Poppins" w:cs="Poppins"/>
                <w:sz w:val="20"/>
              </w:rPr>
              <w:t>7</w:t>
            </w:r>
            <w:r>
              <w:rPr>
                <w:rFonts w:ascii="Poppins" w:hAnsi="Poppins" w:cs="Poppins"/>
                <w:sz w:val="20"/>
              </w:rPr>
              <w:t>6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18ACFF3B" w14:textId="73469673" w:rsidR="00D95962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606B15C" w14:textId="55334845" w:rsidR="00D95962" w:rsidRPr="00714B32" w:rsidRDefault="00D95962" w:rsidP="007E50B8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Pannelli conformi CAM (Criteri Ambientali Minimi).</w:t>
            </w:r>
          </w:p>
          <w:p w14:paraId="36CAF8BA" w14:textId="77777777" w:rsidR="00D95962" w:rsidRPr="00572F5E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49B4C8D" w14:textId="2A75704C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8C42F7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Pr="008C42F7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8C42F7">
              <w:rPr>
                <w:rFonts w:ascii="Poppins" w:hAnsi="Poppins" w:cs="Poppins"/>
                <w:b/>
                <w:sz w:val="20"/>
              </w:rPr>
              <w:t xml:space="preserve"> con grafite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8C42F7">
              <w:rPr>
                <w:rFonts w:ascii="Poppins" w:hAnsi="Poppins" w:cs="Poppins"/>
                <w:b/>
                <w:sz w:val="20"/>
              </w:rPr>
              <w:t>H60 CAM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8C42F7">
              <w:rPr>
                <w:rFonts w:ascii="Poppins" w:hAnsi="Poppins" w:cs="Poppins"/>
                <w:b/>
                <w:sz w:val="20"/>
              </w:rPr>
              <w:t>(Conf. 5,76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:rsidRPr="004C6F17" w14:paraId="5C1DEC45" w14:textId="77777777" w:rsidTr="00FD02BC">
        <w:tc>
          <w:tcPr>
            <w:tcW w:w="1311" w:type="dxa"/>
          </w:tcPr>
          <w:p w14:paraId="04F02985" w14:textId="1672782F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28107002</w:t>
            </w:r>
          </w:p>
        </w:tc>
        <w:tc>
          <w:tcPr>
            <w:tcW w:w="2086" w:type="dxa"/>
          </w:tcPr>
          <w:p w14:paraId="0C3BF6E7" w14:textId="2CAAFFB9" w:rsidR="00D95962" w:rsidRPr="00844912" w:rsidRDefault="00D95962" w:rsidP="00D9596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</w:t>
            </w:r>
            <w:r w:rsidR="007E50B8">
              <w:rPr>
                <w:rFonts w:ascii="Poppins" w:hAnsi="Poppins" w:cs="Poppins"/>
                <w:bCs/>
                <w:sz w:val="20"/>
              </w:rPr>
              <w:t>azione EMMETI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66E921CF" w14:textId="737BBE9A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101" w:type="dxa"/>
          </w:tcPr>
          <w:p w14:paraId="199FCC0F" w14:textId="77777777" w:rsidR="00D95962" w:rsidRPr="00844912" w:rsidRDefault="00D95962" w:rsidP="007E50B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226409AF" w14:textId="0A90DA01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</w:t>
            </w:r>
            <w:r w:rsidR="007E50B8">
              <w:rPr>
                <w:rFonts w:ascii="Poppins" w:hAnsi="Poppins" w:cs="Poppins"/>
                <w:bCs/>
                <w:sz w:val="20"/>
              </w:rPr>
              <w:t>-</w:t>
            </w:r>
            <w:r w:rsidRPr="00844912">
              <w:rPr>
                <w:rFonts w:ascii="Poppins" w:hAnsi="Poppins" w:cs="Poppins"/>
                <w:bCs/>
                <w:sz w:val="20"/>
              </w:rPr>
              <w:t>RT)</w:t>
            </w:r>
          </w:p>
          <w:p w14:paraId="72D434D2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1FB499C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3043C01D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22DD53A" w14:textId="3C8F6830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</w:t>
            </w:r>
            <w:r w:rsidR="007E50B8">
              <w:rPr>
                <w:rFonts w:ascii="Poppins" w:hAnsi="Poppins" w:cs="Poppins"/>
                <w:bCs/>
                <w:sz w:val="20"/>
              </w:rPr>
              <w:t>-</w:t>
            </w:r>
            <w:r w:rsidRPr="00844912">
              <w:rPr>
                <w:rFonts w:ascii="Poppins" w:hAnsi="Poppins" w:cs="Poppins"/>
                <w:bCs/>
                <w:sz w:val="20"/>
              </w:rPr>
              <w:t>RT)</w:t>
            </w:r>
          </w:p>
          <w:p w14:paraId="2359F0DB" w14:textId="77777777" w:rsidR="00D95962" w:rsidRPr="00844912" w:rsidRDefault="00D95962" w:rsidP="007E50B8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C79D2C8" w14:textId="77777777" w:rsidR="00D95962" w:rsidRPr="00844912" w:rsidRDefault="00D95962" w:rsidP="007E50B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981899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DF48C88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9C02D6D" w14:textId="6EEF21A3" w:rsidR="00D95962" w:rsidRPr="00844912" w:rsidRDefault="007E50B8" w:rsidP="007E50B8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D95962">
              <w:rPr>
                <w:rFonts w:ascii="Poppins" w:hAnsi="Poppins" w:cs="Poppins"/>
                <w:sz w:val="20"/>
              </w:rPr>
              <w:t xml:space="preserve"> </w:t>
            </w:r>
            <w:r w:rsidR="00D95962" w:rsidRPr="00844912">
              <w:rPr>
                <w:rFonts w:ascii="Poppins" w:hAnsi="Poppins" w:cs="Poppins"/>
                <w:sz w:val="20"/>
              </w:rPr>
              <w:t>Temperatura di progetto T</w:t>
            </w:r>
            <w:r w:rsidR="00D95962"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="00D95962"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C9B775A" w14:textId="45E54BF3" w:rsidR="00D95962" w:rsidRPr="00844912" w:rsidRDefault="007E50B8" w:rsidP="007E50B8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D95962">
              <w:rPr>
                <w:rFonts w:ascii="Poppins" w:hAnsi="Poppins" w:cs="Poppins"/>
                <w:sz w:val="20"/>
              </w:rPr>
              <w:t xml:space="preserve"> </w:t>
            </w:r>
            <w:r w:rsidR="00D95962"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="00D95962" w:rsidRPr="00844912">
              <w:rPr>
                <w:rFonts w:ascii="Poppins" w:hAnsi="Poppins" w:cs="Poppins"/>
                <w:sz w:val="20"/>
              </w:rPr>
              <w:t>p</w:t>
            </w:r>
            <w:r w:rsidR="00D95962"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="00D95962"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33E9FDA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4870DBE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C26F790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DF40902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60A6652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8043466" w14:textId="6D41A75E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844912">
              <w:rPr>
                <w:rFonts w:ascii="Poppins" w:hAnsi="Poppins" w:cs="Poppins"/>
                <w:sz w:val="20"/>
              </w:rPr>
              <w:t>1)</w:t>
            </w:r>
          </w:p>
          <w:p w14:paraId="645B1A60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160FAF3E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72C2933F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2D97BACB" w14:textId="77777777" w:rsidR="00D95962" w:rsidRPr="0084491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E53B3A" w14:textId="67F35053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E50B8" w:rsidRPr="007E50B8">
              <w:rPr>
                <w:rFonts w:ascii="Poppins" w:hAnsi="Poppins" w:cs="Poppins"/>
                <w:b/>
                <w:sz w:val="20"/>
              </w:rPr>
              <w:t xml:space="preserve">Tubazione EMMETI </w:t>
            </w:r>
            <w:proofErr w:type="spellStart"/>
            <w:r w:rsidR="007E50B8" w:rsidRPr="007E50B8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="007E50B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E50B8" w:rsidRPr="007E50B8">
              <w:rPr>
                <w:rFonts w:ascii="Poppins" w:hAnsi="Poppins" w:cs="Poppins"/>
                <w:b/>
                <w:sz w:val="20"/>
              </w:rPr>
              <w:t>16x2 L=100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D95962" w:rsidRPr="00F4606B" w14:paraId="45E01EB4" w14:textId="77777777" w:rsidTr="00FD02BC">
        <w:tc>
          <w:tcPr>
            <w:tcW w:w="1311" w:type="dxa"/>
          </w:tcPr>
          <w:p w14:paraId="02FE08DC" w14:textId="005CECC6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28107000</w:t>
            </w:r>
          </w:p>
        </w:tc>
        <w:tc>
          <w:tcPr>
            <w:tcW w:w="2086" w:type="dxa"/>
          </w:tcPr>
          <w:p w14:paraId="72A640AD" w14:textId="77777777" w:rsidR="007E50B8" w:rsidRPr="00844912" w:rsidRDefault="007E50B8" w:rsidP="007E50B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</w:t>
            </w:r>
            <w:r>
              <w:rPr>
                <w:rFonts w:ascii="Poppins" w:hAnsi="Poppins" w:cs="Poppins"/>
                <w:bCs/>
                <w:sz w:val="20"/>
              </w:rPr>
              <w:t>azione EMMETI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1CCB2041" w14:textId="73963D7D" w:rsidR="00D95962" w:rsidRPr="00572F5E" w:rsidRDefault="00D95962" w:rsidP="007E50B8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101" w:type="dxa"/>
          </w:tcPr>
          <w:p w14:paraId="199F7921" w14:textId="77777777" w:rsidR="00D95962" w:rsidRPr="00844912" w:rsidRDefault="00D95962" w:rsidP="007E50B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15F6AA20" w14:textId="4EAE3DD3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</w:t>
            </w:r>
            <w:r w:rsidR="007E50B8">
              <w:rPr>
                <w:rFonts w:ascii="Poppins" w:hAnsi="Poppins" w:cs="Poppins"/>
                <w:bCs/>
                <w:sz w:val="20"/>
              </w:rPr>
              <w:t>-</w:t>
            </w:r>
            <w:r w:rsidRPr="00844912">
              <w:rPr>
                <w:rFonts w:ascii="Poppins" w:hAnsi="Poppins" w:cs="Poppins"/>
                <w:bCs/>
                <w:sz w:val="20"/>
              </w:rPr>
              <w:t>RT)</w:t>
            </w:r>
          </w:p>
          <w:p w14:paraId="32E95DE0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DC32275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20DB24F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27E1EF8" w14:textId="01BA4744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</w:t>
            </w:r>
            <w:r w:rsidR="007E50B8">
              <w:rPr>
                <w:rFonts w:ascii="Poppins" w:hAnsi="Poppins" w:cs="Poppins"/>
                <w:bCs/>
                <w:sz w:val="20"/>
              </w:rPr>
              <w:t>-</w:t>
            </w:r>
            <w:r w:rsidRPr="00844912">
              <w:rPr>
                <w:rFonts w:ascii="Poppins" w:hAnsi="Poppins" w:cs="Poppins"/>
                <w:bCs/>
                <w:sz w:val="20"/>
              </w:rPr>
              <w:t>RT)</w:t>
            </w:r>
          </w:p>
          <w:p w14:paraId="1B76F8A0" w14:textId="77777777" w:rsidR="00D95962" w:rsidRPr="00844912" w:rsidRDefault="00D95962" w:rsidP="007E50B8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E2CC527" w14:textId="77777777" w:rsidR="00D95962" w:rsidRPr="00844912" w:rsidRDefault="00D95962" w:rsidP="007E50B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56943764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F1DE972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9918665" w14:textId="34FD1176" w:rsidR="00D95962" w:rsidRPr="00844912" w:rsidRDefault="007E50B8" w:rsidP="007E50B8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D95962">
              <w:rPr>
                <w:rFonts w:ascii="Poppins" w:hAnsi="Poppins" w:cs="Poppins"/>
                <w:sz w:val="20"/>
              </w:rPr>
              <w:t xml:space="preserve"> </w:t>
            </w:r>
            <w:r w:rsidR="00D95962" w:rsidRPr="00844912">
              <w:rPr>
                <w:rFonts w:ascii="Poppins" w:hAnsi="Poppins" w:cs="Poppins"/>
                <w:sz w:val="20"/>
              </w:rPr>
              <w:t>Temperatura di progetto T</w:t>
            </w:r>
            <w:r w:rsidR="00D95962"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="00D95962"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EDD8B36" w14:textId="1B0B054F" w:rsidR="00D95962" w:rsidRPr="00844912" w:rsidRDefault="007E50B8" w:rsidP="007E50B8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D95962">
              <w:rPr>
                <w:rFonts w:ascii="Poppins" w:hAnsi="Poppins" w:cs="Poppins"/>
                <w:sz w:val="20"/>
              </w:rPr>
              <w:t xml:space="preserve"> </w:t>
            </w:r>
            <w:r w:rsidR="00D95962"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="00D95962" w:rsidRPr="00844912">
              <w:rPr>
                <w:rFonts w:ascii="Poppins" w:hAnsi="Poppins" w:cs="Poppins"/>
                <w:sz w:val="20"/>
              </w:rPr>
              <w:t>p</w:t>
            </w:r>
            <w:r w:rsidR="00D95962"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="00D95962"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4326B24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D44F35C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938DB7F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549977E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3457618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AD04ED5" w14:textId="34AE7288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844912">
              <w:rPr>
                <w:rFonts w:ascii="Poppins" w:hAnsi="Poppins" w:cs="Poppins"/>
                <w:sz w:val="20"/>
              </w:rPr>
              <w:t>1)</w:t>
            </w:r>
          </w:p>
          <w:p w14:paraId="046D3299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6C3ADCAA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293051BB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3DBC4308" w14:textId="77777777" w:rsidR="00D95962" w:rsidRPr="0084491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459132" w14:textId="54790396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E50B8" w:rsidRPr="007E50B8">
              <w:rPr>
                <w:rFonts w:ascii="Poppins" w:hAnsi="Poppins" w:cs="Poppins"/>
                <w:b/>
                <w:sz w:val="20"/>
              </w:rPr>
              <w:t xml:space="preserve">Tubazione EMMETI </w:t>
            </w:r>
            <w:proofErr w:type="spellStart"/>
            <w:r w:rsidR="007E50B8" w:rsidRPr="007E50B8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="007E50B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E50B8" w:rsidRPr="007E50B8">
              <w:rPr>
                <w:rFonts w:ascii="Poppins" w:hAnsi="Poppins" w:cs="Poppins"/>
                <w:b/>
                <w:sz w:val="20"/>
              </w:rPr>
              <w:t>16x2 L=200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D95962" w:rsidRPr="00F4606B" w14:paraId="5FAF4C18" w14:textId="77777777" w:rsidTr="00FD02BC">
        <w:tc>
          <w:tcPr>
            <w:tcW w:w="1311" w:type="dxa"/>
          </w:tcPr>
          <w:p w14:paraId="4206BCAD" w14:textId="0946B130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28107004</w:t>
            </w:r>
          </w:p>
        </w:tc>
        <w:tc>
          <w:tcPr>
            <w:tcW w:w="2086" w:type="dxa"/>
          </w:tcPr>
          <w:p w14:paraId="4812CE72" w14:textId="77777777" w:rsidR="007E50B8" w:rsidRPr="00844912" w:rsidRDefault="007E50B8" w:rsidP="007E50B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</w:t>
            </w:r>
            <w:r>
              <w:rPr>
                <w:rFonts w:ascii="Poppins" w:hAnsi="Poppins" w:cs="Poppins"/>
                <w:bCs/>
                <w:sz w:val="20"/>
              </w:rPr>
              <w:t>azione EMMETI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4E88922B" w14:textId="43AD6A5E" w:rsidR="00D95962" w:rsidRPr="00572F5E" w:rsidRDefault="00D95962" w:rsidP="007E50B8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101" w:type="dxa"/>
          </w:tcPr>
          <w:p w14:paraId="197E3929" w14:textId="77777777" w:rsidR="00D95962" w:rsidRPr="00844912" w:rsidRDefault="00D95962" w:rsidP="007E50B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1A6398E9" w14:textId="1A3FF13C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</w:t>
            </w:r>
            <w:r w:rsidR="007E50B8">
              <w:rPr>
                <w:rFonts w:ascii="Poppins" w:hAnsi="Poppins" w:cs="Poppins"/>
                <w:bCs/>
                <w:sz w:val="20"/>
              </w:rPr>
              <w:t>-</w:t>
            </w:r>
            <w:r w:rsidRPr="00844912">
              <w:rPr>
                <w:rFonts w:ascii="Poppins" w:hAnsi="Poppins" w:cs="Poppins"/>
                <w:bCs/>
                <w:sz w:val="20"/>
              </w:rPr>
              <w:t>RT)</w:t>
            </w:r>
          </w:p>
          <w:p w14:paraId="79EDF344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89A62A0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5C675C2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9A060F3" w14:textId="4AB0517B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</w:t>
            </w:r>
            <w:r w:rsidR="007E50B8">
              <w:rPr>
                <w:rFonts w:ascii="Poppins" w:hAnsi="Poppins" w:cs="Poppins"/>
                <w:bCs/>
                <w:sz w:val="20"/>
              </w:rPr>
              <w:t>-</w:t>
            </w:r>
            <w:r w:rsidRPr="00844912">
              <w:rPr>
                <w:rFonts w:ascii="Poppins" w:hAnsi="Poppins" w:cs="Poppins"/>
                <w:bCs/>
                <w:sz w:val="20"/>
              </w:rPr>
              <w:t>RT)</w:t>
            </w:r>
          </w:p>
          <w:p w14:paraId="18B44370" w14:textId="77777777" w:rsidR="00D95962" w:rsidRPr="00844912" w:rsidRDefault="00D95962" w:rsidP="007E50B8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568BEE96" w14:textId="77777777" w:rsidR="00D95962" w:rsidRPr="00844912" w:rsidRDefault="00D95962" w:rsidP="007E50B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14CD498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B84BED6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E99D5A1" w14:textId="594DE8A5" w:rsidR="00D95962" w:rsidRPr="00844912" w:rsidRDefault="007E50B8" w:rsidP="007E50B8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D95962">
              <w:rPr>
                <w:rFonts w:ascii="Poppins" w:hAnsi="Poppins" w:cs="Poppins"/>
                <w:sz w:val="20"/>
              </w:rPr>
              <w:t xml:space="preserve"> </w:t>
            </w:r>
            <w:r w:rsidR="00D95962" w:rsidRPr="00844912">
              <w:rPr>
                <w:rFonts w:ascii="Poppins" w:hAnsi="Poppins" w:cs="Poppins"/>
                <w:sz w:val="20"/>
              </w:rPr>
              <w:t>Temperatura di progetto T</w:t>
            </w:r>
            <w:r w:rsidR="00D95962"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="00D95962"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EA58309" w14:textId="46725531" w:rsidR="00D95962" w:rsidRPr="00844912" w:rsidRDefault="007E50B8" w:rsidP="007E50B8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D95962">
              <w:rPr>
                <w:rFonts w:ascii="Poppins" w:hAnsi="Poppins" w:cs="Poppins"/>
                <w:sz w:val="20"/>
              </w:rPr>
              <w:t xml:space="preserve"> </w:t>
            </w:r>
            <w:r w:rsidR="00D95962"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="00D95962" w:rsidRPr="00844912">
              <w:rPr>
                <w:rFonts w:ascii="Poppins" w:hAnsi="Poppins" w:cs="Poppins"/>
                <w:sz w:val="20"/>
              </w:rPr>
              <w:t>p</w:t>
            </w:r>
            <w:r w:rsidR="00D95962"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="00D95962"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EA0F2B8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F8C5FD3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744F978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C2345F1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03EDDC2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6CE1F96" w14:textId="11B1CD00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844912">
              <w:rPr>
                <w:rFonts w:ascii="Poppins" w:hAnsi="Poppins" w:cs="Poppins"/>
                <w:sz w:val="20"/>
              </w:rPr>
              <w:t>1)</w:t>
            </w:r>
          </w:p>
          <w:p w14:paraId="3C9E9B9A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2BC4422E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232BB362" w14:textId="77777777" w:rsidR="00D95962" w:rsidRPr="00844912" w:rsidRDefault="00D95962" w:rsidP="007E50B8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5E8D73D1" w14:textId="77777777" w:rsidR="00D95962" w:rsidRPr="0084491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C35562" w14:textId="3F6551BA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E50B8" w:rsidRPr="007E50B8">
              <w:rPr>
                <w:rFonts w:ascii="Poppins" w:hAnsi="Poppins" w:cs="Poppins"/>
                <w:b/>
                <w:sz w:val="20"/>
              </w:rPr>
              <w:t xml:space="preserve">Tubazione EMMETI </w:t>
            </w:r>
            <w:proofErr w:type="spellStart"/>
            <w:r w:rsidR="007E50B8" w:rsidRPr="007E50B8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="007E50B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E50B8" w:rsidRPr="007E50B8">
              <w:rPr>
                <w:rFonts w:ascii="Poppins" w:hAnsi="Poppins" w:cs="Poppins"/>
                <w:b/>
                <w:sz w:val="20"/>
              </w:rPr>
              <w:t>16x2 L=500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D95962" w:rsidRPr="00F4606B" w14:paraId="4885E618" w14:textId="77777777" w:rsidTr="00FD02BC">
        <w:tc>
          <w:tcPr>
            <w:tcW w:w="1311" w:type="dxa"/>
          </w:tcPr>
          <w:p w14:paraId="63071719" w14:textId="0105F4AF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54</w:t>
            </w:r>
          </w:p>
        </w:tc>
        <w:tc>
          <w:tcPr>
            <w:tcW w:w="2086" w:type="dxa"/>
          </w:tcPr>
          <w:p w14:paraId="7C3A6806" w14:textId="6B80AA2A" w:rsidR="00D95962" w:rsidRPr="00AB2EC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 xml:space="preserve">barriera ossigeno </w:t>
            </w:r>
            <w:proofErr w:type="gramStart"/>
            <w:r w:rsidRPr="00AB2EC2">
              <w:rPr>
                <w:rFonts w:ascii="Poppins" w:hAnsi="Poppins" w:cs="Poppins"/>
                <w:sz w:val="20"/>
              </w:rPr>
              <w:t>5</w:t>
            </w:r>
            <w:proofErr w:type="gramEnd"/>
            <w:r w:rsidRPr="00AB2EC2">
              <w:rPr>
                <w:rFonts w:ascii="Poppins" w:hAnsi="Poppins" w:cs="Poppins"/>
                <w:sz w:val="20"/>
              </w:rPr>
              <w:t xml:space="preserve"> strati</w:t>
            </w:r>
          </w:p>
          <w:p w14:paraId="0F2AB5B1" w14:textId="67B5B1AD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L=240 m</w:t>
            </w:r>
          </w:p>
        </w:tc>
        <w:tc>
          <w:tcPr>
            <w:tcW w:w="6101" w:type="dxa"/>
          </w:tcPr>
          <w:p w14:paraId="5E73E4E1" w14:textId="085A4A2C" w:rsidR="00D95962" w:rsidRPr="00C01A2B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C01A2B">
              <w:rPr>
                <w:rFonts w:ascii="Poppins" w:hAnsi="Poppins" w:cs="Poppins"/>
                <w:sz w:val="20"/>
              </w:rPr>
              <w:t>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1F206654" w14:textId="77777777" w:rsidR="00D95962" w:rsidRPr="00C01A2B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026F25" w14:textId="77777777" w:rsidR="00D95962" w:rsidRPr="00C01A2B" w:rsidRDefault="00D95962" w:rsidP="007E50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D6EB4FC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0B21F986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316E3238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6B894C15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0D38B53F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538DEFDA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0737605B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72783495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08863ACF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208AC249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064C2F02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3B413F4" w14:textId="77777777" w:rsidR="00D95962" w:rsidRPr="00AB2EC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1C3E12" w14:textId="3B52FED8" w:rsidR="00D95962" w:rsidRPr="00572F5E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</w:t>
            </w:r>
            <w:r w:rsidR="007E50B8">
              <w:rPr>
                <w:rFonts w:ascii="Poppins" w:hAnsi="Poppins" w:cs="Poppins"/>
                <w:b/>
                <w:sz w:val="20"/>
              </w:rPr>
              <w:t>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>x2, lunghezza rotolo 240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:rsidRPr="009230EA" w14:paraId="2443D29B" w14:textId="77777777" w:rsidTr="00FD02BC">
        <w:tc>
          <w:tcPr>
            <w:tcW w:w="1311" w:type="dxa"/>
          </w:tcPr>
          <w:p w14:paraId="53D91157" w14:textId="6C895DA4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281418</w:t>
            </w:r>
            <w:r>
              <w:rPr>
                <w:rFonts w:ascii="Poppins" w:hAnsi="Poppins" w:cs="Poppins"/>
                <w:sz w:val="20"/>
              </w:rPr>
              <w:t>56</w:t>
            </w:r>
          </w:p>
        </w:tc>
        <w:tc>
          <w:tcPr>
            <w:tcW w:w="2086" w:type="dxa"/>
          </w:tcPr>
          <w:p w14:paraId="0E82894A" w14:textId="09077698" w:rsidR="00D95962" w:rsidRPr="00AB2EC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 xml:space="preserve">barriera ossigeno </w:t>
            </w:r>
            <w:proofErr w:type="gramStart"/>
            <w:r w:rsidRPr="00AB2EC2">
              <w:rPr>
                <w:rFonts w:ascii="Poppins" w:hAnsi="Poppins" w:cs="Poppins"/>
                <w:sz w:val="20"/>
              </w:rPr>
              <w:t>5</w:t>
            </w:r>
            <w:proofErr w:type="gramEnd"/>
            <w:r w:rsidRPr="00AB2EC2">
              <w:rPr>
                <w:rFonts w:ascii="Poppins" w:hAnsi="Poppins" w:cs="Poppins"/>
                <w:sz w:val="20"/>
              </w:rPr>
              <w:t xml:space="preserve"> strati</w:t>
            </w:r>
          </w:p>
          <w:p w14:paraId="13ED37AA" w14:textId="40D989D0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40C66C33" w14:textId="606ADBF4" w:rsidR="00D95962" w:rsidRPr="00C01A2B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C01A2B">
              <w:rPr>
                <w:rFonts w:ascii="Poppins" w:hAnsi="Poppins" w:cs="Poppins"/>
                <w:sz w:val="20"/>
              </w:rPr>
              <w:t>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1731B978" w14:textId="77777777" w:rsidR="00D95962" w:rsidRPr="00C01A2B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A4FB5F" w14:textId="77777777" w:rsidR="00D95962" w:rsidRPr="00C01A2B" w:rsidRDefault="00D95962" w:rsidP="007E50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94C4FFD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7FA58D00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0D1F2F04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005B633B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4CFA7971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4011C7EF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052FE28F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19134D69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148D773C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1223F438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085CBD66" w14:textId="77777777" w:rsidR="00D95962" w:rsidRPr="00C01A2B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68DA963E" w14:textId="77777777" w:rsidR="00D95962" w:rsidRPr="00AB2EC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B90D66" w14:textId="4ED6B02F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</w:t>
            </w:r>
            <w:r w:rsidR="007E50B8">
              <w:rPr>
                <w:rFonts w:ascii="Poppins" w:hAnsi="Poppins" w:cs="Poppins"/>
                <w:b/>
                <w:sz w:val="20"/>
              </w:rPr>
              <w:t>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:rsidRPr="007E118F" w14:paraId="43045C43" w14:textId="77777777" w:rsidTr="00FD02BC">
        <w:tc>
          <w:tcPr>
            <w:tcW w:w="1311" w:type="dxa"/>
          </w:tcPr>
          <w:p w14:paraId="11D25FFB" w14:textId="2634FB99" w:rsidR="00D95962" w:rsidRPr="00AB2EC2" w:rsidRDefault="00D95962" w:rsidP="00D95962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4470</w:t>
            </w:r>
          </w:p>
        </w:tc>
        <w:tc>
          <w:tcPr>
            <w:tcW w:w="2086" w:type="dxa"/>
          </w:tcPr>
          <w:p w14:paraId="26D692B2" w14:textId="1A017ADB" w:rsidR="00D95962" w:rsidRPr="00AB2EC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gramStart"/>
            <w:r>
              <w:rPr>
                <w:rFonts w:ascii="Poppins" w:hAnsi="Poppins" w:cs="Poppins"/>
                <w:sz w:val="20"/>
              </w:rPr>
              <w:t>5</w:t>
            </w:r>
            <w:proofErr w:type="gramEnd"/>
            <w:r>
              <w:rPr>
                <w:rFonts w:ascii="Poppins" w:hAnsi="Poppins" w:cs="Poppins"/>
                <w:sz w:val="20"/>
              </w:rPr>
              <w:t xml:space="preserve"> strati</w:t>
            </w:r>
          </w:p>
          <w:p w14:paraId="4EB8E7BD" w14:textId="10C67A67" w:rsidR="00D95962" w:rsidRPr="00AB2EC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L=240 m</w:t>
            </w:r>
          </w:p>
        </w:tc>
        <w:tc>
          <w:tcPr>
            <w:tcW w:w="6101" w:type="dxa"/>
          </w:tcPr>
          <w:p w14:paraId="5C863969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24556A4E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DC0128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2255F08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2EBB875B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6B44728A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3BEB1916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452E2BB2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174F292D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52EB7133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2D6280CE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36F4190E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4D720D18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2B6D37D9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804496A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9F2969" w14:textId="48DA548A" w:rsidR="00D95962" w:rsidRPr="00AB2EC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</w:t>
            </w:r>
            <w:r w:rsidR="007E50B8">
              <w:rPr>
                <w:rFonts w:ascii="Poppins" w:hAnsi="Poppins" w:cs="Poppins"/>
                <w:b/>
                <w:sz w:val="20"/>
              </w:rPr>
              <w:t>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:rsidRPr="007E118F" w14:paraId="19B55EA6" w14:textId="77777777" w:rsidTr="00FD02BC">
        <w:tc>
          <w:tcPr>
            <w:tcW w:w="1311" w:type="dxa"/>
          </w:tcPr>
          <w:p w14:paraId="2E3106D2" w14:textId="61655FF5" w:rsidR="00D95962" w:rsidRPr="00AB2EC2" w:rsidRDefault="00D95962" w:rsidP="00D95962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4472</w:t>
            </w:r>
          </w:p>
        </w:tc>
        <w:tc>
          <w:tcPr>
            <w:tcW w:w="2086" w:type="dxa"/>
          </w:tcPr>
          <w:p w14:paraId="0B76928B" w14:textId="7F95243B" w:rsidR="00D95962" w:rsidRPr="00AB2EC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gramStart"/>
            <w:r>
              <w:rPr>
                <w:rFonts w:ascii="Poppins" w:hAnsi="Poppins" w:cs="Poppins"/>
                <w:sz w:val="20"/>
              </w:rPr>
              <w:t>5</w:t>
            </w:r>
            <w:proofErr w:type="gramEnd"/>
            <w:r>
              <w:rPr>
                <w:rFonts w:ascii="Poppins" w:hAnsi="Poppins" w:cs="Poppins"/>
                <w:sz w:val="20"/>
              </w:rPr>
              <w:t xml:space="preserve"> strati</w:t>
            </w:r>
          </w:p>
          <w:p w14:paraId="29DF62C2" w14:textId="5EE0A886" w:rsidR="00D95962" w:rsidRPr="00AB2EC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E7D7F79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7F8FEAA4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29A3CB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7D734C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66BCE833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>Classi applicative / Pressione di esercizio (bar): Cl. 4/10 bar – 5/8 bar</w:t>
            </w:r>
          </w:p>
          <w:p w14:paraId="7824D234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37A10163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36BF0D67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5A720B79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642EFFBD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7A15ED3E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363B5FD5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1ED82F0B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66918978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78539D94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9DC765A" w14:textId="51333A6A" w:rsidR="00D95962" w:rsidRPr="00AB2EC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</w:t>
            </w:r>
            <w:r w:rsidR="007E50B8">
              <w:rPr>
                <w:rFonts w:ascii="Poppins" w:hAnsi="Poppins" w:cs="Poppins"/>
                <w:b/>
                <w:sz w:val="20"/>
              </w:rPr>
              <w:t>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:rsidRPr="007E118F" w14:paraId="2E5033EC" w14:textId="77777777" w:rsidTr="00FD02BC">
        <w:tc>
          <w:tcPr>
            <w:tcW w:w="1311" w:type="dxa"/>
          </w:tcPr>
          <w:p w14:paraId="1C0DABA1" w14:textId="3D8F4666" w:rsidR="00D95962" w:rsidRPr="00AB2EC2" w:rsidRDefault="00D95962" w:rsidP="00D95962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0836</w:t>
            </w:r>
          </w:p>
        </w:tc>
        <w:tc>
          <w:tcPr>
            <w:tcW w:w="2086" w:type="dxa"/>
          </w:tcPr>
          <w:p w14:paraId="765D8158" w14:textId="105AAB12" w:rsidR="00D95962" w:rsidRPr="00AB2EC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gramStart"/>
            <w:r>
              <w:rPr>
                <w:rFonts w:ascii="Poppins" w:hAnsi="Poppins" w:cs="Poppins"/>
                <w:sz w:val="20"/>
              </w:rPr>
              <w:t>5</w:t>
            </w:r>
            <w:proofErr w:type="gramEnd"/>
            <w:r>
              <w:rPr>
                <w:rFonts w:ascii="Poppins" w:hAnsi="Poppins" w:cs="Poppins"/>
                <w:sz w:val="20"/>
              </w:rPr>
              <w:t xml:space="preserve"> strati</w:t>
            </w:r>
          </w:p>
          <w:p w14:paraId="537DFC7B" w14:textId="7C380DEB" w:rsidR="00D95962" w:rsidRPr="00AB2EC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3E276346" w14:textId="4D8DFF5A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 xml:space="preserve">Tubo </w:t>
            </w:r>
            <w:r>
              <w:rPr>
                <w:rFonts w:ascii="Poppins" w:hAnsi="Poppins" w:cs="Poppins"/>
                <w:sz w:val="20"/>
              </w:rPr>
              <w:t xml:space="preserve">rosso </w:t>
            </w:r>
            <w:r w:rsidRPr="00CA6A43">
              <w:rPr>
                <w:rFonts w:ascii="Poppins" w:hAnsi="Poppins" w:cs="Poppins"/>
                <w:sz w:val="20"/>
              </w:rPr>
              <w:t>a 5 strati in PE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CA6A43">
              <w:rPr>
                <w:rFonts w:ascii="Poppins" w:hAnsi="Poppins" w:cs="Poppins"/>
                <w:sz w:val="20"/>
              </w:rPr>
              <w:t xml:space="preserve">RT </w:t>
            </w:r>
            <w:proofErr w:type="spellStart"/>
            <w:r w:rsidRPr="00CA6A43">
              <w:rPr>
                <w:rFonts w:ascii="Poppins" w:hAnsi="Poppins" w:cs="Poppins"/>
                <w:sz w:val="20"/>
              </w:rPr>
              <w:t>Type</w:t>
            </w:r>
            <w:proofErr w:type="spellEnd"/>
            <w:r w:rsidRPr="00CA6A43">
              <w:rPr>
                <w:rFonts w:ascii="Poppins" w:hAnsi="Poppins" w:cs="Poppins"/>
                <w:sz w:val="20"/>
              </w:rPr>
              <w:t xml:space="preserve"> II conforme alla norma UNI EN ISO 22391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CA6A43">
              <w:rPr>
                <w:rFonts w:ascii="Poppins" w:hAnsi="Poppins" w:cs="Poppins"/>
                <w:sz w:val="20"/>
              </w:rPr>
              <w:t>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08184941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BEE768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4C03B61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5DB2AD5C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2AB19A4F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7A799426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253572A3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0E7BA25F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3810D11B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7832D44B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51073921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1D2798CF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31DED4E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4BCEFB" w14:textId="5520267F" w:rsidR="00D95962" w:rsidRPr="00AB2EC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</w:t>
            </w:r>
            <w:r w:rsidR="007E50B8">
              <w:rPr>
                <w:rFonts w:ascii="Poppins" w:hAnsi="Poppins" w:cs="Poppins"/>
                <w:b/>
                <w:sz w:val="20"/>
              </w:rPr>
              <w:t>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:rsidRPr="007E118F" w14:paraId="7865C74F" w14:textId="77777777" w:rsidTr="00FD02BC">
        <w:tc>
          <w:tcPr>
            <w:tcW w:w="1311" w:type="dxa"/>
          </w:tcPr>
          <w:p w14:paraId="7E933734" w14:textId="7FF6FDDA" w:rsidR="00D95962" w:rsidRPr="00AB2EC2" w:rsidRDefault="00D95962" w:rsidP="00D95962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0832</w:t>
            </w:r>
          </w:p>
        </w:tc>
        <w:tc>
          <w:tcPr>
            <w:tcW w:w="2086" w:type="dxa"/>
          </w:tcPr>
          <w:p w14:paraId="556F2574" w14:textId="1D4ADD90" w:rsidR="00D95962" w:rsidRPr="00AB2EC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gramStart"/>
            <w:r>
              <w:rPr>
                <w:rFonts w:ascii="Poppins" w:hAnsi="Poppins" w:cs="Poppins"/>
                <w:sz w:val="20"/>
              </w:rPr>
              <w:t>5</w:t>
            </w:r>
            <w:proofErr w:type="gramEnd"/>
            <w:r>
              <w:rPr>
                <w:rFonts w:ascii="Poppins" w:hAnsi="Poppins" w:cs="Poppins"/>
                <w:sz w:val="20"/>
              </w:rPr>
              <w:t xml:space="preserve"> strati</w:t>
            </w:r>
          </w:p>
          <w:p w14:paraId="70B9B741" w14:textId="23FCAA5C" w:rsidR="00D95962" w:rsidRPr="00AB2EC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59232C7" w14:textId="1C5F48F3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</w:t>
            </w:r>
            <w:r>
              <w:rPr>
                <w:rFonts w:ascii="Poppins" w:hAnsi="Poppins" w:cs="Poppins"/>
                <w:sz w:val="20"/>
              </w:rPr>
              <w:t xml:space="preserve"> rosso</w:t>
            </w:r>
            <w:r w:rsidRPr="00CA6A43">
              <w:rPr>
                <w:rFonts w:ascii="Poppins" w:hAnsi="Poppins" w:cs="Poppins"/>
                <w:sz w:val="20"/>
              </w:rPr>
              <w:t xml:space="preserve"> a 5 strati in PE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CA6A43">
              <w:rPr>
                <w:rFonts w:ascii="Poppins" w:hAnsi="Poppins" w:cs="Poppins"/>
                <w:sz w:val="20"/>
              </w:rPr>
              <w:t xml:space="preserve">RT </w:t>
            </w:r>
            <w:proofErr w:type="spellStart"/>
            <w:r w:rsidRPr="00CA6A43">
              <w:rPr>
                <w:rFonts w:ascii="Poppins" w:hAnsi="Poppins" w:cs="Poppins"/>
                <w:sz w:val="20"/>
              </w:rPr>
              <w:t>Type</w:t>
            </w:r>
            <w:proofErr w:type="spellEnd"/>
            <w:r w:rsidRPr="00CA6A43">
              <w:rPr>
                <w:rFonts w:ascii="Poppins" w:hAnsi="Poppins" w:cs="Poppins"/>
                <w:sz w:val="20"/>
              </w:rPr>
              <w:t xml:space="preserve"> II conforme alla norma UNI EN ISO 22391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CA6A43">
              <w:rPr>
                <w:rFonts w:ascii="Poppins" w:hAnsi="Poppins" w:cs="Poppins"/>
                <w:sz w:val="20"/>
              </w:rPr>
              <w:t>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54B2BD68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1912B3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4EF47A7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0A9C975B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34672EB0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7576EB5A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6E2FDE98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3D7B53A5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3F44C678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4C7EC827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36D162D9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19CA0124" w14:textId="77777777" w:rsidR="00D95962" w:rsidRPr="00CA6A43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759A818A" w14:textId="77777777" w:rsidR="00D95962" w:rsidRPr="00CA6A43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B83213" w14:textId="1F96F425" w:rsidR="00D95962" w:rsidRPr="00AB2EC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</w:t>
            </w:r>
            <w:r w:rsidR="007E50B8">
              <w:rPr>
                <w:rFonts w:ascii="Poppins" w:hAnsi="Poppins" w:cs="Poppins"/>
                <w:b/>
                <w:sz w:val="20"/>
              </w:rPr>
              <w:t>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:rsidRPr="00170AD8" w14:paraId="635DFEE5" w14:textId="77777777" w:rsidTr="00FD02BC">
        <w:tc>
          <w:tcPr>
            <w:tcW w:w="1311" w:type="dxa"/>
          </w:tcPr>
          <w:p w14:paraId="1A528C87" w14:textId="6321EB4F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274D3408" w14:textId="77777777" w:rsidR="00D9596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6BD32840" w14:textId="57D1D3D2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5BBCEC0B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79B8390F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71F733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4E253804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04E2DF27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4FF5B4A" w14:textId="34E90C16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38A5B5CE" w14:textId="77777777" w:rsidTr="00FD02BC">
        <w:tc>
          <w:tcPr>
            <w:tcW w:w="1311" w:type="dxa"/>
          </w:tcPr>
          <w:p w14:paraId="28088F4E" w14:textId="1A3DD1CD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50A664B6" w14:textId="77777777" w:rsidR="00D9596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03FF4FFD" w14:textId="1A727FA6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1901002F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5670C704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F8FCA48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0A50003B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3A258344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8183AF" w14:textId="27BA7685" w:rsidR="00D95962" w:rsidRPr="00572F5E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167F0952" w14:textId="77777777" w:rsidTr="00FD02BC">
        <w:tc>
          <w:tcPr>
            <w:tcW w:w="1311" w:type="dxa"/>
          </w:tcPr>
          <w:p w14:paraId="483C6286" w14:textId="67120577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3968A66F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4139FE7E" w14:textId="77777777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3B02D08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Protettivo ad azione anticorrosiva per tutti i metalli, antincrostante e biocida per impianti di riscaldamento ad alta o bassa temperatura e/o condizionamento, con </w:t>
            </w:r>
            <w:proofErr w:type="gramStart"/>
            <w:r w:rsidRPr="00F12594">
              <w:rPr>
                <w:rFonts w:ascii="Poppins" w:hAnsi="Poppins" w:cs="Poppins"/>
                <w:sz w:val="20"/>
              </w:rPr>
              <w:t>protettivi anticalcare</w:t>
            </w:r>
            <w:proofErr w:type="gramEnd"/>
            <w:r w:rsidRPr="00F12594">
              <w:rPr>
                <w:rFonts w:ascii="Poppins" w:hAnsi="Poppins" w:cs="Poppins"/>
                <w:sz w:val="20"/>
              </w:rPr>
              <w:t xml:space="preserve">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8BC33D9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1DB832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2FF7A9" w14:textId="77777777" w:rsidR="00D95962" w:rsidRPr="00F73AD4" w:rsidRDefault="00D95962" w:rsidP="007E50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D3CC94A" w14:textId="77777777" w:rsidR="00D95962" w:rsidRPr="00F73AD4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6002ECE1" w14:textId="77777777" w:rsidR="00D95962" w:rsidRPr="00F73AD4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73AD4">
              <w:rPr>
                <w:rFonts w:ascii="Poppins" w:hAnsi="Poppins" w:cs="Poppins"/>
              </w:rPr>
              <w:t>ph</w:t>
            </w:r>
            <w:proofErr w:type="spellEnd"/>
            <w:r w:rsidRPr="00F73AD4">
              <w:rPr>
                <w:rFonts w:ascii="Poppins" w:hAnsi="Poppins" w:cs="Poppins"/>
              </w:rPr>
              <w:t>: 7 ± 0.5</w:t>
            </w:r>
          </w:p>
          <w:p w14:paraId="6B465B23" w14:textId="77777777" w:rsidR="00D95962" w:rsidRPr="00F73AD4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05234109" w14:textId="77777777" w:rsidR="00D95962" w:rsidRPr="00F73AD4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3482985D" w14:textId="77777777" w:rsidR="00D95962" w:rsidRPr="00F73AD4" w:rsidRDefault="00D95962" w:rsidP="007E50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111BF411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ADFAE4" w14:textId="786EE034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D95962" w14:paraId="3ED06757" w14:textId="77777777" w:rsidTr="00FD02BC">
        <w:tc>
          <w:tcPr>
            <w:tcW w:w="1311" w:type="dxa"/>
          </w:tcPr>
          <w:p w14:paraId="22955872" w14:textId="0EE98F07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3120BC89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751837E6" w14:textId="77777777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B5554E9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43A76C73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08F850B9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93D6D9F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A3513F" w14:textId="77777777" w:rsidR="00D95962" w:rsidRPr="00F85508" w:rsidRDefault="00D95962" w:rsidP="007E50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8708142" w14:textId="77777777" w:rsidR="00D95962" w:rsidRPr="00F85508" w:rsidRDefault="00D95962" w:rsidP="007E50B8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5F1B6A43" w14:textId="77777777" w:rsidR="00D95962" w:rsidRPr="00F85508" w:rsidRDefault="00D95962" w:rsidP="007E50B8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85508">
              <w:rPr>
                <w:rFonts w:ascii="Poppins" w:hAnsi="Poppins" w:cs="Poppins"/>
              </w:rPr>
              <w:t>ph</w:t>
            </w:r>
            <w:proofErr w:type="spellEnd"/>
            <w:r w:rsidRPr="00F85508">
              <w:rPr>
                <w:rFonts w:ascii="Poppins" w:hAnsi="Poppins" w:cs="Poppins"/>
              </w:rPr>
              <w:t>: 5 ± 0.5</w:t>
            </w:r>
          </w:p>
          <w:p w14:paraId="39C86967" w14:textId="77777777" w:rsidR="00D95962" w:rsidRPr="00F85508" w:rsidRDefault="00D95962" w:rsidP="007E50B8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58805ED2" w14:textId="77777777" w:rsidR="00D95962" w:rsidRPr="00F85508" w:rsidRDefault="00D95962" w:rsidP="007E50B8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4FC2864A" w14:textId="77777777" w:rsidR="00D95962" w:rsidRPr="00F85508" w:rsidRDefault="00D95962" w:rsidP="007E50B8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74A6A337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FF1EAFB" w14:textId="37D0691F" w:rsidR="00D95962" w:rsidRPr="00572F5E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6E062C7F" w14:textId="77777777" w:rsidTr="00FD02BC">
        <w:tc>
          <w:tcPr>
            <w:tcW w:w="1311" w:type="dxa"/>
          </w:tcPr>
          <w:p w14:paraId="5C194B5F" w14:textId="0DD26920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086" w:type="dxa"/>
          </w:tcPr>
          <w:p w14:paraId="117B1112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6C6458DD" w14:textId="394A9051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22010AF4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1D0DF375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41878D" w14:textId="77777777" w:rsidR="00D95962" w:rsidRPr="00265BF1" w:rsidRDefault="00D95962" w:rsidP="007E50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BFA00F7" w14:textId="77777777" w:rsidR="00D95962" w:rsidRPr="00265BF1" w:rsidRDefault="00D95962" w:rsidP="007E50B8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2103EE48" w14:textId="77777777" w:rsidR="00D95962" w:rsidRPr="00265BF1" w:rsidRDefault="00D95962" w:rsidP="007E50B8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2ED8FEDF" w14:textId="77777777" w:rsidR="00D95962" w:rsidRPr="00265BF1" w:rsidRDefault="00D95962" w:rsidP="007E50B8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lastRenderedPageBreak/>
              <w:t>N° giri al minuto: 2900 rpm</w:t>
            </w:r>
          </w:p>
          <w:p w14:paraId="55B68C20" w14:textId="77777777" w:rsidR="00D95962" w:rsidRPr="00265BF1" w:rsidRDefault="00D95962" w:rsidP="007E50B8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572A7CAB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A5D5C1" w14:textId="13FD8C2F" w:rsidR="00D95962" w:rsidRPr="00572F5E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7BFF0872" w14:textId="77777777" w:rsidTr="00FD02BC">
        <w:tc>
          <w:tcPr>
            <w:tcW w:w="1311" w:type="dxa"/>
          </w:tcPr>
          <w:p w14:paraId="7DE5E6BD" w14:textId="5F3D95B9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28130480</w:t>
            </w:r>
          </w:p>
        </w:tc>
        <w:tc>
          <w:tcPr>
            <w:tcW w:w="2086" w:type="dxa"/>
          </w:tcPr>
          <w:p w14:paraId="58A5D46A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6CD2CA29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10076928" w14:textId="77777777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CBE7782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01FB6FDA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FEA576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351E5A3D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6878B3BE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6C0580E" w14:textId="79947B34" w:rsidR="00D95962" w:rsidRPr="00572F5E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2B8F81AA" w14:textId="77777777" w:rsidTr="00FD02BC">
        <w:tc>
          <w:tcPr>
            <w:tcW w:w="1311" w:type="dxa"/>
          </w:tcPr>
          <w:p w14:paraId="01F3E4D2" w14:textId="5EF055D0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4518EF05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68966037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2BA30391" w14:textId="77777777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9D73AEE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30FC994C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91D478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2690F3F6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21EBDB38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6778BB" w14:textId="7045A551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7DE5CE86" w14:textId="77777777" w:rsidTr="00FD02BC">
        <w:tc>
          <w:tcPr>
            <w:tcW w:w="1311" w:type="dxa"/>
          </w:tcPr>
          <w:p w14:paraId="3B6E2788" w14:textId="5BDB4C18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07030964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1A8BFE8C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4054CE0E" w14:textId="77777777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CE79E67" w14:textId="3BDEC4A2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F12594">
              <w:rPr>
                <w:rFonts w:ascii="Poppins" w:hAnsi="Poppins" w:cs="Poppins"/>
                <w:sz w:val="20"/>
              </w:rPr>
              <w:t>8 mm.</w:t>
            </w:r>
          </w:p>
          <w:p w14:paraId="4CB4ADFC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836AD9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2EA6D98E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51F4E471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44866D" w14:textId="3AECA44F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261ED05A" w14:textId="77777777" w:rsidTr="00FD02BC">
        <w:tc>
          <w:tcPr>
            <w:tcW w:w="1311" w:type="dxa"/>
          </w:tcPr>
          <w:p w14:paraId="7430DD18" w14:textId="70C70310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1DCD7021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6D536A71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12580678" w14:textId="77777777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62853D7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34255771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9858F4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4A994662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752DEADA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EE6ED6" w14:textId="7D979172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6616A6F9" w14:textId="77777777" w:rsidTr="00FD02BC">
        <w:tc>
          <w:tcPr>
            <w:tcW w:w="1311" w:type="dxa"/>
          </w:tcPr>
          <w:p w14:paraId="072BC08D" w14:textId="446643DA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2245E434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6E5068D8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2CEBED7A" w14:textId="77777777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45AB607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7060401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D495EB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3288465E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25C581" w14:textId="31005080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6778FA6C" w14:textId="77777777" w:rsidTr="00FD02BC">
        <w:tc>
          <w:tcPr>
            <w:tcW w:w="1311" w:type="dxa"/>
          </w:tcPr>
          <w:p w14:paraId="0E1098BE" w14:textId="1BC2AD34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167B551F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</w:t>
            </w:r>
          </w:p>
          <w:p w14:paraId="147D46B4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45329CE2" w14:textId="77777777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A5FFA5B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F14375F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9D07D7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74426BCA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ECFB7E" w14:textId="332E166D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78AD660E" w14:textId="77777777" w:rsidTr="00FD02BC">
        <w:tc>
          <w:tcPr>
            <w:tcW w:w="1311" w:type="dxa"/>
          </w:tcPr>
          <w:p w14:paraId="272BDF6C" w14:textId="1153F50E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5926F212" w14:textId="029CCA3D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36267DC6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7DB3F728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7C1DBEC0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6ECE22A" w14:textId="1C2BCA75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1AFB5992" w14:textId="77777777" w:rsidTr="00FD02BC">
        <w:tc>
          <w:tcPr>
            <w:tcW w:w="1311" w:type="dxa"/>
          </w:tcPr>
          <w:p w14:paraId="7317C5F1" w14:textId="0BF8831D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57CAB8F7" w14:textId="2EA99FDB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Rete metallica </w:t>
            </w:r>
            <w:proofErr w:type="gramStart"/>
            <w:r w:rsidRPr="00F12594">
              <w:rPr>
                <w:rFonts w:ascii="Poppins" w:hAnsi="Poppins" w:cs="Poppins"/>
                <w:sz w:val="20"/>
              </w:rPr>
              <w:t>anti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F12594">
              <w:rPr>
                <w:rFonts w:ascii="Poppins" w:hAnsi="Poppins" w:cs="Poppins"/>
                <w:sz w:val="20"/>
              </w:rPr>
              <w:t>ritiro</w:t>
            </w:r>
            <w:proofErr w:type="gramEnd"/>
          </w:p>
          <w:p w14:paraId="1726B5DF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431BF332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224D8E12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7211A502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FBFA65E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65E50CB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4E641E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0963D414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55CBBC6F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0408DEDF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F444AD" w14:textId="635ABDBE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1A4F04A5" w14:textId="77777777" w:rsidTr="00FD02BC">
        <w:tc>
          <w:tcPr>
            <w:tcW w:w="1311" w:type="dxa"/>
          </w:tcPr>
          <w:p w14:paraId="6CEA2898" w14:textId="20AAE1DC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56A787CB" w14:textId="3C1CC4FA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Rete metallica </w:t>
            </w:r>
            <w:proofErr w:type="gramStart"/>
            <w:r w:rsidRPr="00F12594">
              <w:rPr>
                <w:rFonts w:ascii="Poppins" w:hAnsi="Poppins" w:cs="Poppins"/>
                <w:sz w:val="20"/>
              </w:rPr>
              <w:t>anti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F12594">
              <w:rPr>
                <w:rFonts w:ascii="Poppins" w:hAnsi="Poppins" w:cs="Poppins"/>
                <w:sz w:val="20"/>
              </w:rPr>
              <w:t>ritiro</w:t>
            </w:r>
            <w:proofErr w:type="gramEnd"/>
          </w:p>
          <w:p w14:paraId="74114C89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56B22326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0AFB3A8E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63021394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6E24472D" w14:textId="77777777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EF39AED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28B3E8F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EB99DD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137A89AF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5F00B33F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38E96C53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0CB8236" w14:textId="6DED9054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00F7446F" w14:textId="77777777" w:rsidTr="00FD02BC">
        <w:tc>
          <w:tcPr>
            <w:tcW w:w="1311" w:type="dxa"/>
          </w:tcPr>
          <w:p w14:paraId="2F313095" w14:textId="628FD1E7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0D218399" w14:textId="1C1081AD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F12594">
              <w:rPr>
                <w:rFonts w:ascii="Poppins" w:hAnsi="Poppins" w:cs="Poppins"/>
                <w:sz w:val="20"/>
              </w:rPr>
              <w:t>non tessuto</w:t>
            </w:r>
          </w:p>
        </w:tc>
        <w:tc>
          <w:tcPr>
            <w:tcW w:w="6101" w:type="dxa"/>
          </w:tcPr>
          <w:p w14:paraId="02CC9FC8" w14:textId="2F357B3C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F12594">
              <w:rPr>
                <w:rFonts w:ascii="Poppins" w:hAnsi="Poppins" w:cs="Poppins"/>
                <w:sz w:val="20"/>
              </w:rPr>
              <w:t>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F1A66BD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E44B83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7B31ABE4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3B9C38B9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7338E473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68A10869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E3E5E4" w14:textId="04CC8F12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6B643B1C" w14:textId="77777777" w:rsidTr="00FD02BC">
        <w:tc>
          <w:tcPr>
            <w:tcW w:w="1311" w:type="dxa"/>
          </w:tcPr>
          <w:p w14:paraId="407578D8" w14:textId="3520D2CE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75A9DD7E" w14:textId="16B75D91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2C8F3913" w14:textId="7EABD0D6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fessurativa.</w:t>
            </w:r>
          </w:p>
          <w:p w14:paraId="0D8D498C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004B49D1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635B951D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747099" w14:textId="27B21C7E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>
              <w:rPr>
                <w:rFonts w:ascii="Poppins" w:hAnsi="Poppins" w:cs="Poppins"/>
                <w:sz w:val="20"/>
              </w:rPr>
              <w:t>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4D10777F" w14:textId="351D0FCF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r w:rsidRPr="00F12594">
              <w:rPr>
                <w:rFonts w:ascii="Poppins" w:hAnsi="Poppins" w:cs="Poppins"/>
                <w:sz w:val="20"/>
              </w:rPr>
              <w:t>2</w:t>
            </w:r>
          </w:p>
          <w:p w14:paraId="0BC51BC8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23C77690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80770E" w14:textId="361C40EA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0D98083A" w14:textId="77777777" w:rsidTr="00FD02BC">
        <w:tc>
          <w:tcPr>
            <w:tcW w:w="1311" w:type="dxa"/>
          </w:tcPr>
          <w:p w14:paraId="7F3C9801" w14:textId="2D1C16E6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52A061DD" w14:textId="0E36DA10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7BDCE116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3B3FA82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9E2E43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71617C6E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E4EE54" w14:textId="43EF7BBA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4F8DA446" w14:textId="77777777" w:rsidTr="00FD02BC">
        <w:tc>
          <w:tcPr>
            <w:tcW w:w="1311" w:type="dxa"/>
          </w:tcPr>
          <w:p w14:paraId="1C80485A" w14:textId="6C1DADDE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00646FC7" w14:textId="37EC0803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09E38782" w14:textId="77777777" w:rsidR="00D95962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78D23E0C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A33890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74BDBCDC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74AE706" w14:textId="2E0327E1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7D83C0C3" w14:textId="77777777" w:rsidTr="00FD02BC">
        <w:tc>
          <w:tcPr>
            <w:tcW w:w="1311" w:type="dxa"/>
          </w:tcPr>
          <w:p w14:paraId="07E3FC22" w14:textId="6DE478F5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504C4AA4" w14:textId="59234331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</w:p>
        </w:tc>
        <w:tc>
          <w:tcPr>
            <w:tcW w:w="6101" w:type="dxa"/>
          </w:tcPr>
          <w:p w14:paraId="73A584B6" w14:textId="5F73DE75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completamente smontabile per tubazioni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>, PE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e PE</w:t>
            </w:r>
            <w:r w:rsidR="007E50B8">
              <w:rPr>
                <w:rFonts w:ascii="Poppins" w:hAnsi="Poppins" w:cs="Poppins"/>
                <w:sz w:val="20"/>
              </w:rPr>
              <w:t>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per rotoli fino a 600 m.</w:t>
            </w:r>
          </w:p>
          <w:p w14:paraId="2FE1366D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6DF1B442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52F4BE" w14:textId="6C9D3ECF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5962" w14:paraId="75BA9EBF" w14:textId="77777777" w:rsidTr="00FD02BC">
        <w:tc>
          <w:tcPr>
            <w:tcW w:w="1311" w:type="dxa"/>
          </w:tcPr>
          <w:p w14:paraId="1BAB7378" w14:textId="60ACD524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6179B7BE" w14:textId="77777777" w:rsidR="00D9596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1B798296" w14:textId="158AE2EC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0C30249F" w14:textId="77777777" w:rsidR="00D95962" w:rsidRPr="00515EE8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2DF993AC" w14:textId="77777777" w:rsidR="00D95962" w:rsidRPr="00515EE8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5AA2F1E5" w14:textId="77777777" w:rsidR="00D95962" w:rsidRPr="00515EE8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26B1D0" w14:textId="77777777" w:rsidR="00D95962" w:rsidRPr="00515EE8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3F804750" w14:textId="77777777" w:rsidR="00D95962" w:rsidRPr="00515EE8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936C9E" w14:textId="373C9E3B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D95962" w14:paraId="7D331D09" w14:textId="77777777" w:rsidTr="00FD02BC">
        <w:tc>
          <w:tcPr>
            <w:tcW w:w="1311" w:type="dxa"/>
          </w:tcPr>
          <w:p w14:paraId="3C0170BE" w14:textId="2B8F12EE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2AD5F19B" w14:textId="77777777" w:rsidR="00D95962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1E4EEA70" w14:textId="6CA2832D" w:rsidR="00D95962" w:rsidRPr="00F12594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lastRenderedPageBreak/>
              <w:t>Ø8–25</w:t>
            </w:r>
          </w:p>
        </w:tc>
        <w:tc>
          <w:tcPr>
            <w:tcW w:w="6101" w:type="dxa"/>
          </w:tcPr>
          <w:p w14:paraId="318F3435" w14:textId="77777777" w:rsidR="00D95962" w:rsidRPr="00515EE8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lastRenderedPageBreak/>
              <w:t>Lama di ricambio per cesoia.</w:t>
            </w:r>
          </w:p>
          <w:p w14:paraId="5DD2AD98" w14:textId="77777777" w:rsidR="00D95962" w:rsidRPr="00515EE8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84941E" w14:textId="765A7FF9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Lama di ricambio per cesoia Ø8–25 o equivalente.</w:t>
            </w:r>
          </w:p>
        </w:tc>
      </w:tr>
      <w:tr w:rsidR="00D95962" w14:paraId="6294C44F" w14:textId="77777777" w:rsidTr="00FD02BC">
        <w:tc>
          <w:tcPr>
            <w:tcW w:w="1311" w:type="dxa"/>
          </w:tcPr>
          <w:p w14:paraId="4286EB55" w14:textId="23923A7A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4CFEE456" w14:textId="39DC9F6D" w:rsidR="00D95962" w:rsidRPr="00572F5E" w:rsidRDefault="00D95962" w:rsidP="00D9596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3805FE9D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59059F01" w14:textId="77777777" w:rsidR="00D95962" w:rsidRPr="00F12594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9F1927" w14:textId="47B1DEA0" w:rsidR="00D95962" w:rsidRPr="00572F5E" w:rsidRDefault="00D95962" w:rsidP="007E50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C36EA30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FC2CA" w14:textId="77777777" w:rsidR="007C1161" w:rsidRDefault="007C1161">
      <w:r>
        <w:separator/>
      </w:r>
    </w:p>
  </w:endnote>
  <w:endnote w:type="continuationSeparator" w:id="0">
    <w:p w14:paraId="7CFF90E0" w14:textId="77777777" w:rsidR="007C1161" w:rsidRDefault="007C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3DDCA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21"/>
      <w:gridCol w:w="3742"/>
    </w:tblGrid>
    <w:tr w:rsidR="008C2F88" w14:paraId="6F96A897" w14:textId="77777777" w:rsidTr="00942ED0">
      <w:tc>
        <w:tcPr>
          <w:tcW w:w="6521" w:type="dxa"/>
        </w:tcPr>
        <w:p w14:paraId="33607E2D" w14:textId="0263B8AB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572F5E">
            <w:rPr>
              <w:rFonts w:ascii="Poppins" w:hAnsi="Poppins" w:cs="Poppins"/>
              <w:iCs/>
              <w:noProof/>
              <w:sz w:val="16"/>
            </w:rPr>
            <w:t>Sistema Standard Combi Floor con grafit</w:t>
          </w:r>
          <w:r w:rsidR="00942ED0">
            <w:rPr>
              <w:rFonts w:ascii="Poppins" w:hAnsi="Poppins" w:cs="Poppins"/>
              <w:iCs/>
              <w:noProof/>
              <w:sz w:val="16"/>
            </w:rPr>
            <w:t xml:space="preserve">e e </w:t>
          </w:r>
          <w:r w:rsidR="00942ED0" w:rsidRPr="00942ED0">
            <w:rPr>
              <w:rFonts w:ascii="Poppins" w:hAnsi="Poppins" w:cs="Poppins"/>
              <w:iCs/>
              <w:noProof/>
              <w:sz w:val="16"/>
            </w:rPr>
            <w:t xml:space="preserve">Standard Combi Floor </w:t>
          </w:r>
          <w:r w:rsidR="00C839F6">
            <w:rPr>
              <w:rFonts w:ascii="Poppins" w:hAnsi="Poppins" w:cs="Poppins"/>
              <w:iCs/>
              <w:noProof/>
              <w:sz w:val="16"/>
            </w:rPr>
            <w:t xml:space="preserve">S </w:t>
          </w:r>
          <w:r w:rsidR="00942ED0" w:rsidRPr="00942ED0">
            <w:rPr>
              <w:rFonts w:ascii="Poppins" w:hAnsi="Poppins" w:cs="Poppins"/>
              <w:iCs/>
              <w:noProof/>
              <w:sz w:val="16"/>
            </w:rPr>
            <w:t>con grafite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3742" w:type="dxa"/>
        </w:tcPr>
        <w:p w14:paraId="17D55E7D" w14:textId="1AABAB62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7E50B8">
            <w:rPr>
              <w:rFonts w:ascii="Poppins" w:hAnsi="Poppins" w:cs="Poppins"/>
              <w:noProof/>
              <w:sz w:val="14"/>
              <w:szCs w:val="14"/>
            </w:rPr>
            <w:t>19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1CE9821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E18A8BA" wp14:editId="230DD93D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2A202" w14:textId="77777777" w:rsidR="007C1161" w:rsidRDefault="007C1161">
      <w:r>
        <w:separator/>
      </w:r>
    </w:p>
  </w:footnote>
  <w:footnote w:type="continuationSeparator" w:id="0">
    <w:p w14:paraId="395A886B" w14:textId="77777777" w:rsidR="007C1161" w:rsidRDefault="007C1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A251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38EF409" wp14:editId="7E34E3E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0B44DC5D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BC6949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454278">
    <w:abstractNumId w:val="11"/>
  </w:num>
  <w:num w:numId="2" w16cid:durableId="306210073">
    <w:abstractNumId w:val="10"/>
  </w:num>
  <w:num w:numId="3" w16cid:durableId="49352617">
    <w:abstractNumId w:val="4"/>
  </w:num>
  <w:num w:numId="4" w16cid:durableId="466749486">
    <w:abstractNumId w:val="3"/>
  </w:num>
  <w:num w:numId="5" w16cid:durableId="656228530">
    <w:abstractNumId w:val="8"/>
  </w:num>
  <w:num w:numId="6" w16cid:durableId="735204656">
    <w:abstractNumId w:val="7"/>
  </w:num>
  <w:num w:numId="7" w16cid:durableId="1849784140">
    <w:abstractNumId w:val="5"/>
  </w:num>
  <w:num w:numId="8" w16cid:durableId="431978320">
    <w:abstractNumId w:val="7"/>
  </w:num>
  <w:num w:numId="9" w16cid:durableId="1369139065">
    <w:abstractNumId w:val="0"/>
  </w:num>
  <w:num w:numId="10" w16cid:durableId="1505781682">
    <w:abstractNumId w:val="7"/>
  </w:num>
  <w:num w:numId="11" w16cid:durableId="1136022025">
    <w:abstractNumId w:val="15"/>
  </w:num>
  <w:num w:numId="12" w16cid:durableId="943224761">
    <w:abstractNumId w:val="18"/>
  </w:num>
  <w:num w:numId="13" w16cid:durableId="1547451936">
    <w:abstractNumId w:val="14"/>
  </w:num>
  <w:num w:numId="14" w16cid:durableId="627856863">
    <w:abstractNumId w:val="6"/>
  </w:num>
  <w:num w:numId="15" w16cid:durableId="362369351">
    <w:abstractNumId w:val="16"/>
  </w:num>
  <w:num w:numId="16" w16cid:durableId="1327367274">
    <w:abstractNumId w:val="19"/>
  </w:num>
  <w:num w:numId="17" w16cid:durableId="1047559536">
    <w:abstractNumId w:val="20"/>
  </w:num>
  <w:num w:numId="18" w16cid:durableId="605231599">
    <w:abstractNumId w:val="17"/>
  </w:num>
  <w:num w:numId="19" w16cid:durableId="1087069984">
    <w:abstractNumId w:val="1"/>
  </w:num>
  <w:num w:numId="20" w16cid:durableId="1963723664">
    <w:abstractNumId w:val="2"/>
  </w:num>
  <w:num w:numId="21" w16cid:durableId="1651255231">
    <w:abstractNumId w:val="9"/>
  </w:num>
  <w:num w:numId="22" w16cid:durableId="2017346260">
    <w:abstractNumId w:val="21"/>
  </w:num>
  <w:num w:numId="23" w16cid:durableId="1401175172">
    <w:abstractNumId w:val="13"/>
  </w:num>
  <w:num w:numId="24" w16cid:durableId="8469423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17EE9"/>
    <w:rsid w:val="00061DEF"/>
    <w:rsid w:val="0006784D"/>
    <w:rsid w:val="0009136B"/>
    <w:rsid w:val="000B0F1F"/>
    <w:rsid w:val="000B6932"/>
    <w:rsid w:val="000C52FA"/>
    <w:rsid w:val="000D1823"/>
    <w:rsid w:val="000E53EF"/>
    <w:rsid w:val="000F1103"/>
    <w:rsid w:val="000F7A52"/>
    <w:rsid w:val="00103A0D"/>
    <w:rsid w:val="001441C6"/>
    <w:rsid w:val="001450AB"/>
    <w:rsid w:val="00151AD3"/>
    <w:rsid w:val="001620E3"/>
    <w:rsid w:val="00171DAE"/>
    <w:rsid w:val="00195A49"/>
    <w:rsid w:val="001D365F"/>
    <w:rsid w:val="001E6403"/>
    <w:rsid w:val="001F782F"/>
    <w:rsid w:val="0021362F"/>
    <w:rsid w:val="0021421B"/>
    <w:rsid w:val="0023000E"/>
    <w:rsid w:val="002346C2"/>
    <w:rsid w:val="00251D76"/>
    <w:rsid w:val="00264BCF"/>
    <w:rsid w:val="00274BD2"/>
    <w:rsid w:val="00275905"/>
    <w:rsid w:val="00276568"/>
    <w:rsid w:val="0028448D"/>
    <w:rsid w:val="002862D2"/>
    <w:rsid w:val="002B5D63"/>
    <w:rsid w:val="002F7EEA"/>
    <w:rsid w:val="00300F5E"/>
    <w:rsid w:val="003035A7"/>
    <w:rsid w:val="00304518"/>
    <w:rsid w:val="003333BC"/>
    <w:rsid w:val="00344430"/>
    <w:rsid w:val="003524C7"/>
    <w:rsid w:val="00357812"/>
    <w:rsid w:val="00365710"/>
    <w:rsid w:val="00372ECE"/>
    <w:rsid w:val="003736AC"/>
    <w:rsid w:val="003D4BE3"/>
    <w:rsid w:val="003F597B"/>
    <w:rsid w:val="00415A8D"/>
    <w:rsid w:val="004272FC"/>
    <w:rsid w:val="00433C12"/>
    <w:rsid w:val="0044592F"/>
    <w:rsid w:val="00447EFC"/>
    <w:rsid w:val="00453F43"/>
    <w:rsid w:val="00453FEF"/>
    <w:rsid w:val="004706FD"/>
    <w:rsid w:val="00474537"/>
    <w:rsid w:val="0048382E"/>
    <w:rsid w:val="004B2094"/>
    <w:rsid w:val="004C082D"/>
    <w:rsid w:val="004F1A26"/>
    <w:rsid w:val="0050583E"/>
    <w:rsid w:val="005235FA"/>
    <w:rsid w:val="00525BAE"/>
    <w:rsid w:val="00530F9B"/>
    <w:rsid w:val="005315F1"/>
    <w:rsid w:val="00536743"/>
    <w:rsid w:val="00541E21"/>
    <w:rsid w:val="00546E32"/>
    <w:rsid w:val="00562925"/>
    <w:rsid w:val="00562E55"/>
    <w:rsid w:val="00572F5E"/>
    <w:rsid w:val="005827AA"/>
    <w:rsid w:val="00584984"/>
    <w:rsid w:val="005B17A5"/>
    <w:rsid w:val="005C3199"/>
    <w:rsid w:val="005C61B9"/>
    <w:rsid w:val="005E050B"/>
    <w:rsid w:val="005E1169"/>
    <w:rsid w:val="006015C2"/>
    <w:rsid w:val="006040F5"/>
    <w:rsid w:val="00610639"/>
    <w:rsid w:val="00620C00"/>
    <w:rsid w:val="00665813"/>
    <w:rsid w:val="00682A02"/>
    <w:rsid w:val="006B218C"/>
    <w:rsid w:val="006B29B1"/>
    <w:rsid w:val="006C14CB"/>
    <w:rsid w:val="006C7D79"/>
    <w:rsid w:val="006D044B"/>
    <w:rsid w:val="006D2D7E"/>
    <w:rsid w:val="006D4FDF"/>
    <w:rsid w:val="006E5C4B"/>
    <w:rsid w:val="006F1812"/>
    <w:rsid w:val="006F6AB3"/>
    <w:rsid w:val="00710BB8"/>
    <w:rsid w:val="00714B32"/>
    <w:rsid w:val="00727388"/>
    <w:rsid w:val="0073789C"/>
    <w:rsid w:val="00745AB1"/>
    <w:rsid w:val="0074703F"/>
    <w:rsid w:val="0074712F"/>
    <w:rsid w:val="00757AC7"/>
    <w:rsid w:val="00770E44"/>
    <w:rsid w:val="00782096"/>
    <w:rsid w:val="007A6F62"/>
    <w:rsid w:val="007B5BA3"/>
    <w:rsid w:val="007C1161"/>
    <w:rsid w:val="007D5EC7"/>
    <w:rsid w:val="007E50B8"/>
    <w:rsid w:val="007E6E02"/>
    <w:rsid w:val="007E7665"/>
    <w:rsid w:val="007F4841"/>
    <w:rsid w:val="008014DD"/>
    <w:rsid w:val="0080323F"/>
    <w:rsid w:val="00830828"/>
    <w:rsid w:val="00844BBC"/>
    <w:rsid w:val="00852559"/>
    <w:rsid w:val="008574C8"/>
    <w:rsid w:val="00862E64"/>
    <w:rsid w:val="00867692"/>
    <w:rsid w:val="00874E10"/>
    <w:rsid w:val="008804CB"/>
    <w:rsid w:val="008A2C0A"/>
    <w:rsid w:val="008B5587"/>
    <w:rsid w:val="008C2F88"/>
    <w:rsid w:val="008C42F7"/>
    <w:rsid w:val="00904071"/>
    <w:rsid w:val="009059BB"/>
    <w:rsid w:val="00923354"/>
    <w:rsid w:val="00931A8A"/>
    <w:rsid w:val="0094047C"/>
    <w:rsid w:val="00942B09"/>
    <w:rsid w:val="00942ED0"/>
    <w:rsid w:val="00963FDF"/>
    <w:rsid w:val="00973ED9"/>
    <w:rsid w:val="00992208"/>
    <w:rsid w:val="00992282"/>
    <w:rsid w:val="0099452E"/>
    <w:rsid w:val="009A219D"/>
    <w:rsid w:val="009B37F1"/>
    <w:rsid w:val="009C1166"/>
    <w:rsid w:val="009D13A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16CE"/>
    <w:rsid w:val="00A216E2"/>
    <w:rsid w:val="00A62A77"/>
    <w:rsid w:val="00A743FF"/>
    <w:rsid w:val="00A96F29"/>
    <w:rsid w:val="00AC0741"/>
    <w:rsid w:val="00AC6B2A"/>
    <w:rsid w:val="00AD05EC"/>
    <w:rsid w:val="00AD1706"/>
    <w:rsid w:val="00AF350C"/>
    <w:rsid w:val="00B00151"/>
    <w:rsid w:val="00B15910"/>
    <w:rsid w:val="00B406A9"/>
    <w:rsid w:val="00B54E27"/>
    <w:rsid w:val="00B70169"/>
    <w:rsid w:val="00B7475F"/>
    <w:rsid w:val="00B75B65"/>
    <w:rsid w:val="00B82E74"/>
    <w:rsid w:val="00B86FA7"/>
    <w:rsid w:val="00B93CD1"/>
    <w:rsid w:val="00BB0104"/>
    <w:rsid w:val="00BB2332"/>
    <w:rsid w:val="00BB2A5B"/>
    <w:rsid w:val="00BC3212"/>
    <w:rsid w:val="00BD14D8"/>
    <w:rsid w:val="00BF1E16"/>
    <w:rsid w:val="00C02E1C"/>
    <w:rsid w:val="00C055AD"/>
    <w:rsid w:val="00C153D2"/>
    <w:rsid w:val="00C203AE"/>
    <w:rsid w:val="00C233C1"/>
    <w:rsid w:val="00C25698"/>
    <w:rsid w:val="00C27DFF"/>
    <w:rsid w:val="00C32F0C"/>
    <w:rsid w:val="00C36C55"/>
    <w:rsid w:val="00C437EE"/>
    <w:rsid w:val="00C55FF9"/>
    <w:rsid w:val="00C6521E"/>
    <w:rsid w:val="00C839F6"/>
    <w:rsid w:val="00C86331"/>
    <w:rsid w:val="00C93402"/>
    <w:rsid w:val="00C939B1"/>
    <w:rsid w:val="00C949F4"/>
    <w:rsid w:val="00CB1475"/>
    <w:rsid w:val="00CC1DD9"/>
    <w:rsid w:val="00CC31A7"/>
    <w:rsid w:val="00CD5F4D"/>
    <w:rsid w:val="00CE7C2F"/>
    <w:rsid w:val="00D061A5"/>
    <w:rsid w:val="00D178ED"/>
    <w:rsid w:val="00D17F30"/>
    <w:rsid w:val="00D2119B"/>
    <w:rsid w:val="00D229AF"/>
    <w:rsid w:val="00D2337F"/>
    <w:rsid w:val="00D26FD9"/>
    <w:rsid w:val="00D424E9"/>
    <w:rsid w:val="00D440AE"/>
    <w:rsid w:val="00D62BDF"/>
    <w:rsid w:val="00D77BF6"/>
    <w:rsid w:val="00D832BB"/>
    <w:rsid w:val="00D902A4"/>
    <w:rsid w:val="00D95962"/>
    <w:rsid w:val="00DA3646"/>
    <w:rsid w:val="00DD2E16"/>
    <w:rsid w:val="00DE5C0B"/>
    <w:rsid w:val="00E07577"/>
    <w:rsid w:val="00E17A38"/>
    <w:rsid w:val="00E36C49"/>
    <w:rsid w:val="00E42389"/>
    <w:rsid w:val="00E5632D"/>
    <w:rsid w:val="00E8611A"/>
    <w:rsid w:val="00E866DC"/>
    <w:rsid w:val="00E94BE3"/>
    <w:rsid w:val="00EA01C8"/>
    <w:rsid w:val="00EB33B9"/>
    <w:rsid w:val="00EC29FF"/>
    <w:rsid w:val="00EC54E8"/>
    <w:rsid w:val="00ED24CF"/>
    <w:rsid w:val="00ED733A"/>
    <w:rsid w:val="00EF73E5"/>
    <w:rsid w:val="00F373D3"/>
    <w:rsid w:val="00F4713D"/>
    <w:rsid w:val="00F50F65"/>
    <w:rsid w:val="00F53758"/>
    <w:rsid w:val="00F60A08"/>
    <w:rsid w:val="00F976EF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3A768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0B8"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04B8D-AB1F-42DF-86EA-312CA886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13</TotalTime>
  <Pages>19</Pages>
  <Words>4575</Words>
  <Characters>24837</Characters>
  <Application>Microsoft Office Word</Application>
  <DocSecurity>0</DocSecurity>
  <Lines>206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29354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33</cp:revision>
  <cp:lastPrinted>2013-11-14T13:48:00Z</cp:lastPrinted>
  <dcterms:created xsi:type="dcterms:W3CDTF">2025-01-15T15:34:00Z</dcterms:created>
  <dcterms:modified xsi:type="dcterms:W3CDTF">2025-12-22T15:52:00Z</dcterms:modified>
</cp:coreProperties>
</file>